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i/>
          <w:sz w:val="24"/>
        </w:rPr>
      </w:pPr>
      <w:r w:rsidRPr="00294824">
        <w:rPr>
          <w:rFonts w:ascii="Arial" w:hAnsi="Arial" w:cs="Arial"/>
          <w:i/>
          <w:sz w:val="24"/>
        </w:rPr>
        <w:t>GRAPHICS</w: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b/>
          <w:sz w:val="24"/>
        </w:rPr>
      </w:pPr>
      <w:r w:rsidRPr="00294824">
        <w:rPr>
          <w:rFonts w:ascii="Arial" w:hAnsi="Arial" w:cs="Arial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105pt">
            <v:imagedata r:id="rId5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b/>
          <w:sz w:val="24"/>
        </w:rPr>
        <w:pict>
          <v:shape id="_x0000_i1026" type="#_x0000_t75" style="width:113.25pt;height:132.75pt">
            <v:imagedata r:id="rId6" o:title=""/>
          </v:shape>
        </w:pic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b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Chocolates</w:t>
      </w:r>
      <w:r w:rsidRPr="00294824">
        <w:rPr>
          <w:rFonts w:ascii="Arial" w:hAnsi="Arial" w:cs="Arial"/>
          <w:sz w:val="24"/>
        </w:rPr>
        <w:tab/>
        <w:t xml:space="preserve"> Cycling</w: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8C42AD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pict>
          <v:shape id="_x0000_i1027" type="#_x0000_t75" style="width:61.5pt;height:136.5pt">
            <v:imagedata r:id="rId7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sz w:val="24"/>
        </w:rPr>
        <w:pict>
          <v:shape id="_x0000_i1028" type="#_x0000_t75" style="width:84.75pt;height:113.25pt">
            <v:imagedata r:id="rId8" o:title=""/>
          </v:shape>
        </w:pict>
      </w:r>
    </w:p>
    <w:p w:rsidR="0091515A" w:rsidRPr="00294824" w:rsidRDefault="0091515A" w:rsidP="008C42AD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8C42AD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Drink</w:t>
      </w:r>
      <w:r w:rsidRPr="00294824">
        <w:rPr>
          <w:rFonts w:ascii="Arial" w:hAnsi="Arial" w:cs="Arial"/>
          <w:sz w:val="24"/>
        </w:rPr>
        <w:tab/>
      </w:r>
      <w:r w:rsidRPr="00294824">
        <w:rPr>
          <w:sz w:val="24"/>
        </w:rPr>
        <w:t>Fiona Peterson</w:t>
      </w:r>
    </w:p>
    <w:p w:rsidR="0091515A" w:rsidRPr="00294824" w:rsidRDefault="0091515A" w:rsidP="008C42AD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  <w:r w:rsidRPr="00294824">
        <w:rPr>
          <w:rFonts w:ascii="Arial" w:hAnsi="Arial" w:cs="Arial"/>
          <w:b/>
          <w:sz w:val="24"/>
        </w:rPr>
        <w:pict>
          <v:shape id="_x0000_i1029" type="#_x0000_t75" style="width:150.75pt;height:113.25pt">
            <v:imagedata r:id="rId9" o:title=""/>
          </v:shape>
        </w:pict>
      </w:r>
      <w:r w:rsidRPr="00294824">
        <w:rPr>
          <w:rFonts w:ascii="Arial" w:hAnsi="Arial" w:cs="Arial"/>
          <w:b/>
          <w:sz w:val="24"/>
        </w:rPr>
        <w:tab/>
      </w:r>
      <w:r w:rsidRPr="00294824">
        <w:rPr>
          <w:sz w:val="24"/>
        </w:rPr>
        <w:pict>
          <v:shape id="_x0000_i1030" type="#_x0000_t75" style="width:86.25pt;height:111.75pt">
            <v:imagedata r:id="rId10" o:title="" cropleft="14955f" cropright="16610f"/>
          </v:shape>
        </w:pic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b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Fox</w:t>
      </w:r>
      <w:r w:rsidRPr="00294824">
        <w:rPr>
          <w:rFonts w:ascii="Arial" w:hAnsi="Arial" w:cs="Arial"/>
          <w:sz w:val="24"/>
        </w:rPr>
        <w:tab/>
      </w:r>
      <w:r w:rsidRPr="00294824">
        <w:rPr>
          <w:sz w:val="24"/>
        </w:rPr>
        <w:t>Jonathan Peterson</w:t>
      </w:r>
      <w:r w:rsidRPr="00294824">
        <w:rPr>
          <w:rFonts w:ascii="Arial" w:hAnsi="Arial" w:cs="Arial"/>
          <w:sz w:val="24"/>
        </w:rPr>
        <w:t xml:space="preserve"> </w: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pict>
          <v:shape id="_x0000_i1031" type="#_x0000_t75" style="width:111pt;height:126pt">
            <v:imagedata r:id="rId11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sz w:val="24"/>
        </w:rPr>
        <w:pict>
          <v:shape id="_x0000_i1032" type="#_x0000_t75" style="width:125.25pt;height:113.25pt">
            <v:imagedata r:id="rId12" o:title=""/>
          </v:shape>
        </w:pic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b/>
          <w:sz w:val="24"/>
        </w:rPr>
      </w:pPr>
      <w:r w:rsidRPr="00294824">
        <w:rPr>
          <w:rFonts w:ascii="Arial" w:hAnsi="Arial" w:cs="Arial"/>
          <w:b/>
          <w:sz w:val="24"/>
        </w:rPr>
        <w:tab/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Money</w: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sz w:val="24"/>
        </w:rPr>
        <w:tab/>
        <w:t>News</w:t>
      </w: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sz w:val="24"/>
        </w:rPr>
        <w:pict>
          <v:shape id="_x0000_i1033" type="#_x0000_t75" style="width:175.5pt;height:113.25pt">
            <v:imagedata r:id="rId13" o:title=""/>
          </v:shape>
        </w:pict>
      </w:r>
      <w:r w:rsidRPr="00294824">
        <w:rPr>
          <w:sz w:val="24"/>
        </w:rPr>
        <w:tab/>
      </w:r>
      <w:r w:rsidRPr="00294824">
        <w:rPr>
          <w:rFonts w:ascii="Arial" w:hAnsi="Arial" w:cs="Arial"/>
          <w:sz w:val="24"/>
        </w:rPr>
        <w:pict>
          <v:shape id="_x0000_i1034" type="#_x0000_t75" style="width:114pt;height:113.25pt">
            <v:imagedata r:id="rId14" o:title=""/>
          </v:shape>
        </w:pict>
      </w:r>
      <w:r w:rsidRPr="00294824">
        <w:rPr>
          <w:sz w:val="24"/>
        </w:rPr>
        <w:tab/>
      </w:r>
      <w:r w:rsidRPr="00294824">
        <w:rPr>
          <w:rFonts w:ascii="Arial" w:hAnsi="Arial" w:cs="Arial"/>
          <w:sz w:val="24"/>
        </w:rPr>
        <w:tab/>
      </w: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  <w:r w:rsidRPr="00294824">
        <w:rPr>
          <w:rFonts w:ascii="Arial" w:hAnsi="Arial" w:cs="Arial"/>
          <w:sz w:val="24"/>
        </w:rPr>
        <w:t>Newspaper</w:t>
      </w:r>
      <w:r w:rsidRPr="00294824">
        <w:rPr>
          <w:rFonts w:ascii="Arial" w:hAnsi="Arial" w:cs="Arial"/>
          <w:sz w:val="24"/>
        </w:rPr>
        <w:tab/>
        <w:t>Paper Clips</w:t>
      </w:r>
      <w:r w:rsidRPr="00294824">
        <w:rPr>
          <w:sz w:val="24"/>
        </w:rPr>
        <w:tab/>
      </w: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  <w:r w:rsidRPr="00294824">
        <w:rPr>
          <w:rFonts w:ascii="Arial" w:hAnsi="Arial" w:cs="Arial"/>
          <w:sz w:val="24"/>
        </w:rPr>
        <w:pict>
          <v:shape id="_x0000_i1035" type="#_x0000_t75" style="width:138.75pt;height:112.5pt">
            <v:imagedata r:id="rId15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sz w:val="24"/>
        </w:rPr>
        <w:pict>
          <v:shape id="_x0000_i1036" type="#_x0000_t75" style="width:90pt;height:124.5pt">
            <v:imagedata r:id="rId16" o:title=""/>
          </v:shape>
        </w:pict>
      </w:r>
    </w:p>
    <w:p w:rsidR="0091515A" w:rsidRPr="00294824" w:rsidRDefault="0091515A" w:rsidP="00933E9B">
      <w:pPr>
        <w:tabs>
          <w:tab w:val="left" w:pos="4820"/>
        </w:tabs>
        <w:rPr>
          <w:sz w:val="24"/>
        </w:rPr>
      </w:pPr>
      <w:r w:rsidRPr="00294824">
        <w:rPr>
          <w:sz w:val="24"/>
        </w:rPr>
        <w:tab/>
      </w:r>
    </w:p>
    <w:p w:rsidR="0091515A" w:rsidRPr="00294824" w:rsidRDefault="0091515A" w:rsidP="008C42AD">
      <w:pPr>
        <w:tabs>
          <w:tab w:val="left" w:pos="4820"/>
        </w:tabs>
        <w:rPr>
          <w:sz w:val="24"/>
        </w:rPr>
      </w:pPr>
      <w:r w:rsidRPr="00294824">
        <w:rPr>
          <w:rFonts w:ascii="Arial" w:hAnsi="Arial" w:cs="Arial"/>
          <w:sz w:val="24"/>
        </w:rPr>
        <w:t>Pencils</w:t>
      </w:r>
      <w:r w:rsidRPr="00294824">
        <w:rPr>
          <w:rFonts w:ascii="Arial" w:hAnsi="Arial" w:cs="Arial"/>
          <w:sz w:val="24"/>
        </w:rPr>
        <w:tab/>
      </w:r>
      <w:r w:rsidRPr="00294824">
        <w:rPr>
          <w:sz w:val="24"/>
        </w:rPr>
        <w:t xml:space="preserve"> Pens</w:t>
      </w:r>
      <w:r w:rsidRPr="00294824">
        <w:rPr>
          <w:sz w:val="24"/>
        </w:rPr>
        <w:tab/>
      </w:r>
    </w:p>
    <w:p w:rsidR="0091515A" w:rsidRPr="00294824" w:rsidRDefault="0091515A" w:rsidP="008C42AD">
      <w:pPr>
        <w:tabs>
          <w:tab w:val="left" w:pos="4820"/>
        </w:tabs>
        <w:rPr>
          <w:sz w:val="24"/>
        </w:rPr>
      </w:pPr>
    </w:p>
    <w:p w:rsidR="0091515A" w:rsidRPr="00294824" w:rsidRDefault="0091515A" w:rsidP="00F21BBD">
      <w:pPr>
        <w:tabs>
          <w:tab w:val="left" w:pos="4820"/>
        </w:tabs>
        <w:rPr>
          <w:rFonts w:ascii="Arial" w:hAnsi="Arial" w:cs="Arial"/>
          <w:b/>
          <w:sz w:val="24"/>
        </w:rPr>
      </w:pPr>
      <w:r w:rsidRPr="00294824">
        <w:rPr>
          <w:rFonts w:ascii="Arial" w:hAnsi="Arial" w:cs="Arial"/>
          <w:sz w:val="24"/>
        </w:rPr>
        <w:pict>
          <v:shape id="_x0000_i1037" type="#_x0000_t75" style="width:113.25pt;height:113.25pt">
            <v:imagedata r:id="rId17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b/>
          <w:sz w:val="24"/>
        </w:rPr>
        <w:pict>
          <v:shape id="_x0000_i1038" type="#_x0000_t75" style="width:124.5pt;height:164.25pt">
            <v:imagedata r:id="rId18" o:title=""/>
          </v:shape>
        </w:pict>
      </w:r>
    </w:p>
    <w:p w:rsidR="0091515A" w:rsidRPr="00294824" w:rsidRDefault="0091515A" w:rsidP="00A174AC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A174AC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Rain</w:t>
      </w:r>
      <w:r w:rsidRPr="00294824">
        <w:rPr>
          <w:sz w:val="24"/>
        </w:rPr>
        <w:t xml:space="preserve"> </w:t>
      </w:r>
      <w:r w:rsidRPr="00294824">
        <w:rPr>
          <w:sz w:val="24"/>
        </w:rPr>
        <w:tab/>
        <w:t>River</w:t>
      </w:r>
      <w:r w:rsidRPr="00294824">
        <w:rPr>
          <w:rFonts w:ascii="Arial" w:hAnsi="Arial" w:cs="Arial"/>
          <w:sz w:val="24"/>
        </w:rPr>
        <w:tab/>
      </w:r>
    </w:p>
    <w:p w:rsidR="0091515A" w:rsidRPr="00294824" w:rsidRDefault="0091515A" w:rsidP="00F21BBD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F21BBD">
      <w:pPr>
        <w:tabs>
          <w:tab w:val="left" w:pos="4820"/>
        </w:tabs>
        <w:rPr>
          <w:rFonts w:ascii="Arial" w:hAnsi="Arial" w:cs="Arial"/>
          <w:sz w:val="24"/>
        </w:rPr>
      </w:pPr>
    </w:p>
    <w:p w:rsidR="0091515A" w:rsidRPr="00294824" w:rsidRDefault="0091515A" w:rsidP="00F21BBD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pict>
          <v:shape id="_x0000_i1039" type="#_x0000_t75" style="width:141.75pt;height:97.5pt">
            <v:imagedata r:id="rId19" o:title=""/>
          </v:shape>
        </w:pict>
      </w:r>
      <w:r w:rsidRPr="00294824">
        <w:rPr>
          <w:rFonts w:ascii="Arial" w:hAnsi="Arial" w:cs="Arial"/>
          <w:sz w:val="24"/>
        </w:rPr>
        <w:tab/>
      </w:r>
      <w:r w:rsidRPr="00294824">
        <w:rPr>
          <w:rFonts w:ascii="Arial" w:hAnsi="Arial" w:cs="Arial"/>
          <w:b/>
          <w:sz w:val="24"/>
        </w:rPr>
        <w:pict>
          <v:shape id="_x0000_i1040" type="#_x0000_t75" style="width:159pt;height:113.25pt">
            <v:imagedata r:id="rId20" o:title=""/>
          </v:shape>
        </w:pict>
      </w:r>
    </w:p>
    <w:p w:rsidR="0091515A" w:rsidRPr="00294824" w:rsidRDefault="0091515A" w:rsidP="00F21BBD">
      <w:pPr>
        <w:tabs>
          <w:tab w:val="left" w:pos="4820"/>
        </w:tabs>
        <w:rPr>
          <w:rFonts w:ascii="Arial" w:hAnsi="Arial" w:cs="Arial"/>
          <w:sz w:val="24"/>
        </w:rPr>
      </w:pPr>
      <w:r w:rsidRPr="00294824">
        <w:rPr>
          <w:rFonts w:ascii="Arial" w:hAnsi="Arial" w:cs="Arial"/>
          <w:sz w:val="24"/>
        </w:rPr>
        <w:t>Sweets</w:t>
      </w:r>
      <w:r w:rsidRPr="00294824">
        <w:rPr>
          <w:rFonts w:ascii="Arial" w:hAnsi="Arial" w:cs="Arial"/>
          <w:sz w:val="24"/>
        </w:rPr>
        <w:tab/>
        <w:t>Swimming</w:t>
      </w:r>
    </w:p>
    <w:sectPr w:rsidR="0091515A" w:rsidRPr="00294824" w:rsidSect="004D0AC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46C03"/>
    <w:multiLevelType w:val="multilevel"/>
    <w:tmpl w:val="FA16C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E643D3"/>
    <w:multiLevelType w:val="hybridMultilevel"/>
    <w:tmpl w:val="6EB8E036"/>
    <w:lvl w:ilvl="0" w:tplc="7BFC1A4A">
      <w:start w:val="4"/>
      <w:numFmt w:val="bullet"/>
      <w:pStyle w:val="Style1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stylePaneFormatFilter w:val="3F01"/>
  <w:defaultTabStop w:val="720"/>
  <w:drawingGridHorizontalSpacing w:val="2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870"/>
    <w:rsid w:val="000005B2"/>
    <w:rsid w:val="00000C11"/>
    <w:rsid w:val="0000230C"/>
    <w:rsid w:val="00004486"/>
    <w:rsid w:val="00005083"/>
    <w:rsid w:val="000064E9"/>
    <w:rsid w:val="00006E80"/>
    <w:rsid w:val="000078A3"/>
    <w:rsid w:val="00010216"/>
    <w:rsid w:val="00011322"/>
    <w:rsid w:val="00011715"/>
    <w:rsid w:val="00011D80"/>
    <w:rsid w:val="00011FFD"/>
    <w:rsid w:val="00012479"/>
    <w:rsid w:val="0001270A"/>
    <w:rsid w:val="00012813"/>
    <w:rsid w:val="00012F57"/>
    <w:rsid w:val="00013D9D"/>
    <w:rsid w:val="00014531"/>
    <w:rsid w:val="00021327"/>
    <w:rsid w:val="0002170C"/>
    <w:rsid w:val="00022801"/>
    <w:rsid w:val="000229DF"/>
    <w:rsid w:val="0002321D"/>
    <w:rsid w:val="000239B3"/>
    <w:rsid w:val="00024C8D"/>
    <w:rsid w:val="00026C9C"/>
    <w:rsid w:val="000276A6"/>
    <w:rsid w:val="00032287"/>
    <w:rsid w:val="00033DBC"/>
    <w:rsid w:val="00034465"/>
    <w:rsid w:val="00034D46"/>
    <w:rsid w:val="000351D3"/>
    <w:rsid w:val="00040A34"/>
    <w:rsid w:val="00041E2A"/>
    <w:rsid w:val="000436BA"/>
    <w:rsid w:val="000448CB"/>
    <w:rsid w:val="0004559B"/>
    <w:rsid w:val="000460D7"/>
    <w:rsid w:val="0004666B"/>
    <w:rsid w:val="00046EBE"/>
    <w:rsid w:val="000470DF"/>
    <w:rsid w:val="0005093B"/>
    <w:rsid w:val="000511F1"/>
    <w:rsid w:val="00051880"/>
    <w:rsid w:val="00053381"/>
    <w:rsid w:val="000558C4"/>
    <w:rsid w:val="000558FE"/>
    <w:rsid w:val="00055C07"/>
    <w:rsid w:val="0005608B"/>
    <w:rsid w:val="00057147"/>
    <w:rsid w:val="00057E9E"/>
    <w:rsid w:val="00061896"/>
    <w:rsid w:val="0006211C"/>
    <w:rsid w:val="000657ED"/>
    <w:rsid w:val="00066170"/>
    <w:rsid w:val="000666DD"/>
    <w:rsid w:val="0006754C"/>
    <w:rsid w:val="000675DD"/>
    <w:rsid w:val="000708B4"/>
    <w:rsid w:val="00071032"/>
    <w:rsid w:val="00071432"/>
    <w:rsid w:val="00071663"/>
    <w:rsid w:val="00072F61"/>
    <w:rsid w:val="00072F90"/>
    <w:rsid w:val="00073B42"/>
    <w:rsid w:val="00077457"/>
    <w:rsid w:val="000775B7"/>
    <w:rsid w:val="0007766F"/>
    <w:rsid w:val="00083AB4"/>
    <w:rsid w:val="00085B8A"/>
    <w:rsid w:val="000876E1"/>
    <w:rsid w:val="00090CE4"/>
    <w:rsid w:val="00091951"/>
    <w:rsid w:val="00091A5B"/>
    <w:rsid w:val="00091E02"/>
    <w:rsid w:val="00092A8E"/>
    <w:rsid w:val="0009348C"/>
    <w:rsid w:val="00093BAA"/>
    <w:rsid w:val="00094289"/>
    <w:rsid w:val="000968BE"/>
    <w:rsid w:val="000979C5"/>
    <w:rsid w:val="000A02CE"/>
    <w:rsid w:val="000A107A"/>
    <w:rsid w:val="000A2E0A"/>
    <w:rsid w:val="000A429C"/>
    <w:rsid w:val="000A4912"/>
    <w:rsid w:val="000A793B"/>
    <w:rsid w:val="000B0486"/>
    <w:rsid w:val="000B17FE"/>
    <w:rsid w:val="000B35B8"/>
    <w:rsid w:val="000B52C6"/>
    <w:rsid w:val="000B5A85"/>
    <w:rsid w:val="000B5E5D"/>
    <w:rsid w:val="000B5F64"/>
    <w:rsid w:val="000C03CC"/>
    <w:rsid w:val="000C0485"/>
    <w:rsid w:val="000C32DD"/>
    <w:rsid w:val="000C3984"/>
    <w:rsid w:val="000C3DF2"/>
    <w:rsid w:val="000C4390"/>
    <w:rsid w:val="000C4DA9"/>
    <w:rsid w:val="000C4F51"/>
    <w:rsid w:val="000C5254"/>
    <w:rsid w:val="000C5C3E"/>
    <w:rsid w:val="000C735B"/>
    <w:rsid w:val="000C7C41"/>
    <w:rsid w:val="000D0313"/>
    <w:rsid w:val="000D06B3"/>
    <w:rsid w:val="000D07F7"/>
    <w:rsid w:val="000D3A8C"/>
    <w:rsid w:val="000D5796"/>
    <w:rsid w:val="000D659D"/>
    <w:rsid w:val="000E060A"/>
    <w:rsid w:val="000E088E"/>
    <w:rsid w:val="000E454D"/>
    <w:rsid w:val="000E457A"/>
    <w:rsid w:val="000E48B6"/>
    <w:rsid w:val="000E577E"/>
    <w:rsid w:val="000E5824"/>
    <w:rsid w:val="000E7425"/>
    <w:rsid w:val="000E7C8B"/>
    <w:rsid w:val="000F116E"/>
    <w:rsid w:val="000F1BB9"/>
    <w:rsid w:val="000F1D7A"/>
    <w:rsid w:val="000F1F3B"/>
    <w:rsid w:val="000F23F4"/>
    <w:rsid w:val="000F2948"/>
    <w:rsid w:val="000F48E5"/>
    <w:rsid w:val="000F61A7"/>
    <w:rsid w:val="00101AF4"/>
    <w:rsid w:val="00101FA7"/>
    <w:rsid w:val="0010340A"/>
    <w:rsid w:val="0010364E"/>
    <w:rsid w:val="00103A59"/>
    <w:rsid w:val="0010407D"/>
    <w:rsid w:val="00105B5A"/>
    <w:rsid w:val="001070FC"/>
    <w:rsid w:val="00110071"/>
    <w:rsid w:val="00110785"/>
    <w:rsid w:val="00111F16"/>
    <w:rsid w:val="00112647"/>
    <w:rsid w:val="00113304"/>
    <w:rsid w:val="001137DC"/>
    <w:rsid w:val="00120E1A"/>
    <w:rsid w:val="001228AD"/>
    <w:rsid w:val="001239E3"/>
    <w:rsid w:val="00124BE2"/>
    <w:rsid w:val="00125009"/>
    <w:rsid w:val="001259E1"/>
    <w:rsid w:val="001309B1"/>
    <w:rsid w:val="00131B58"/>
    <w:rsid w:val="00131D7A"/>
    <w:rsid w:val="00131D92"/>
    <w:rsid w:val="00133065"/>
    <w:rsid w:val="0013322C"/>
    <w:rsid w:val="0013550C"/>
    <w:rsid w:val="001407A6"/>
    <w:rsid w:val="00140F33"/>
    <w:rsid w:val="00141958"/>
    <w:rsid w:val="001421C5"/>
    <w:rsid w:val="0014474E"/>
    <w:rsid w:val="0015110A"/>
    <w:rsid w:val="00151A45"/>
    <w:rsid w:val="00152CA7"/>
    <w:rsid w:val="00153F1B"/>
    <w:rsid w:val="00154C3C"/>
    <w:rsid w:val="001552A9"/>
    <w:rsid w:val="00155BE6"/>
    <w:rsid w:val="00155CB5"/>
    <w:rsid w:val="0015603D"/>
    <w:rsid w:val="00156281"/>
    <w:rsid w:val="00157AC6"/>
    <w:rsid w:val="00160360"/>
    <w:rsid w:val="00161579"/>
    <w:rsid w:val="00161AB2"/>
    <w:rsid w:val="00162AC4"/>
    <w:rsid w:val="00163254"/>
    <w:rsid w:val="0016359F"/>
    <w:rsid w:val="00163B38"/>
    <w:rsid w:val="00163B48"/>
    <w:rsid w:val="00163C9E"/>
    <w:rsid w:val="00163CCC"/>
    <w:rsid w:val="00163FD9"/>
    <w:rsid w:val="001661E9"/>
    <w:rsid w:val="00166839"/>
    <w:rsid w:val="00170173"/>
    <w:rsid w:val="0017094D"/>
    <w:rsid w:val="00171EC9"/>
    <w:rsid w:val="0017321E"/>
    <w:rsid w:val="00173B4F"/>
    <w:rsid w:val="00173EE3"/>
    <w:rsid w:val="00177AC0"/>
    <w:rsid w:val="00177BA5"/>
    <w:rsid w:val="0018037B"/>
    <w:rsid w:val="001805D1"/>
    <w:rsid w:val="00181BA9"/>
    <w:rsid w:val="00181D59"/>
    <w:rsid w:val="00182BF5"/>
    <w:rsid w:val="00183DAC"/>
    <w:rsid w:val="00184DD8"/>
    <w:rsid w:val="00185147"/>
    <w:rsid w:val="00185D3E"/>
    <w:rsid w:val="00185EA1"/>
    <w:rsid w:val="001866FB"/>
    <w:rsid w:val="00187B85"/>
    <w:rsid w:val="00187E22"/>
    <w:rsid w:val="0019092A"/>
    <w:rsid w:val="00190A3A"/>
    <w:rsid w:val="001913E0"/>
    <w:rsid w:val="00193114"/>
    <w:rsid w:val="00193E1B"/>
    <w:rsid w:val="00194855"/>
    <w:rsid w:val="00195BBA"/>
    <w:rsid w:val="001961E0"/>
    <w:rsid w:val="00196A9C"/>
    <w:rsid w:val="001A227A"/>
    <w:rsid w:val="001A25C6"/>
    <w:rsid w:val="001A2735"/>
    <w:rsid w:val="001A441D"/>
    <w:rsid w:val="001A4FB8"/>
    <w:rsid w:val="001A5859"/>
    <w:rsid w:val="001A6964"/>
    <w:rsid w:val="001A74B2"/>
    <w:rsid w:val="001A7946"/>
    <w:rsid w:val="001B03A3"/>
    <w:rsid w:val="001B3E3D"/>
    <w:rsid w:val="001B4D59"/>
    <w:rsid w:val="001C04FD"/>
    <w:rsid w:val="001C20F1"/>
    <w:rsid w:val="001C2A1B"/>
    <w:rsid w:val="001C3E39"/>
    <w:rsid w:val="001C4A8C"/>
    <w:rsid w:val="001C5989"/>
    <w:rsid w:val="001C7B53"/>
    <w:rsid w:val="001D09D7"/>
    <w:rsid w:val="001D0B1A"/>
    <w:rsid w:val="001D1CE2"/>
    <w:rsid w:val="001D20B7"/>
    <w:rsid w:val="001D27B0"/>
    <w:rsid w:val="001D31FF"/>
    <w:rsid w:val="001D3CB8"/>
    <w:rsid w:val="001D3EE8"/>
    <w:rsid w:val="001D3FF1"/>
    <w:rsid w:val="001D4EFB"/>
    <w:rsid w:val="001D55E1"/>
    <w:rsid w:val="001D562B"/>
    <w:rsid w:val="001D5CCA"/>
    <w:rsid w:val="001D7293"/>
    <w:rsid w:val="001E0226"/>
    <w:rsid w:val="001E0776"/>
    <w:rsid w:val="001E0A69"/>
    <w:rsid w:val="001E1F5D"/>
    <w:rsid w:val="001E3267"/>
    <w:rsid w:val="001E4951"/>
    <w:rsid w:val="001E5ABF"/>
    <w:rsid w:val="001E5ED7"/>
    <w:rsid w:val="001E64CA"/>
    <w:rsid w:val="001E65AD"/>
    <w:rsid w:val="001E6612"/>
    <w:rsid w:val="001E7B0B"/>
    <w:rsid w:val="001F06CF"/>
    <w:rsid w:val="001F0E21"/>
    <w:rsid w:val="001F101D"/>
    <w:rsid w:val="001F1053"/>
    <w:rsid w:val="001F490E"/>
    <w:rsid w:val="001F6C6E"/>
    <w:rsid w:val="001F79AF"/>
    <w:rsid w:val="0020283D"/>
    <w:rsid w:val="0020331D"/>
    <w:rsid w:val="00206544"/>
    <w:rsid w:val="00206A3A"/>
    <w:rsid w:val="002078A9"/>
    <w:rsid w:val="00211370"/>
    <w:rsid w:val="0021273F"/>
    <w:rsid w:val="00214597"/>
    <w:rsid w:val="002148F3"/>
    <w:rsid w:val="00215B5C"/>
    <w:rsid w:val="00215E10"/>
    <w:rsid w:val="00217EF3"/>
    <w:rsid w:val="002201AA"/>
    <w:rsid w:val="0022060D"/>
    <w:rsid w:val="00220FDA"/>
    <w:rsid w:val="00221E7A"/>
    <w:rsid w:val="00225A14"/>
    <w:rsid w:val="00226284"/>
    <w:rsid w:val="00227ECF"/>
    <w:rsid w:val="0023065C"/>
    <w:rsid w:val="00230B60"/>
    <w:rsid w:val="002310F5"/>
    <w:rsid w:val="00231D4F"/>
    <w:rsid w:val="00233DA2"/>
    <w:rsid w:val="0023517C"/>
    <w:rsid w:val="002360C5"/>
    <w:rsid w:val="00237C57"/>
    <w:rsid w:val="002418C8"/>
    <w:rsid w:val="00241F89"/>
    <w:rsid w:val="00243805"/>
    <w:rsid w:val="00243B3D"/>
    <w:rsid w:val="0024509A"/>
    <w:rsid w:val="0024535C"/>
    <w:rsid w:val="00246DAD"/>
    <w:rsid w:val="002471F3"/>
    <w:rsid w:val="00247454"/>
    <w:rsid w:val="002500DE"/>
    <w:rsid w:val="0025044A"/>
    <w:rsid w:val="00252AD8"/>
    <w:rsid w:val="002563BD"/>
    <w:rsid w:val="0025660D"/>
    <w:rsid w:val="00256902"/>
    <w:rsid w:val="00257B80"/>
    <w:rsid w:val="0026028D"/>
    <w:rsid w:val="0026036F"/>
    <w:rsid w:val="002604E8"/>
    <w:rsid w:val="002618DB"/>
    <w:rsid w:val="00262897"/>
    <w:rsid w:val="00262A0A"/>
    <w:rsid w:val="00263C9F"/>
    <w:rsid w:val="00264A48"/>
    <w:rsid w:val="00264E6D"/>
    <w:rsid w:val="00264FEA"/>
    <w:rsid w:val="0026654D"/>
    <w:rsid w:val="0026768E"/>
    <w:rsid w:val="0027255B"/>
    <w:rsid w:val="002733DE"/>
    <w:rsid w:val="00275718"/>
    <w:rsid w:val="00275744"/>
    <w:rsid w:val="0027628E"/>
    <w:rsid w:val="00277691"/>
    <w:rsid w:val="002813C5"/>
    <w:rsid w:val="00281878"/>
    <w:rsid w:val="00282520"/>
    <w:rsid w:val="00283C72"/>
    <w:rsid w:val="00283F98"/>
    <w:rsid w:val="0028407A"/>
    <w:rsid w:val="00284954"/>
    <w:rsid w:val="00284BF8"/>
    <w:rsid w:val="00286BD0"/>
    <w:rsid w:val="00286C3D"/>
    <w:rsid w:val="0028758F"/>
    <w:rsid w:val="00287B40"/>
    <w:rsid w:val="00290263"/>
    <w:rsid w:val="00290FEA"/>
    <w:rsid w:val="002919E2"/>
    <w:rsid w:val="00292BCE"/>
    <w:rsid w:val="002940FF"/>
    <w:rsid w:val="0029413F"/>
    <w:rsid w:val="00294824"/>
    <w:rsid w:val="00295CF9"/>
    <w:rsid w:val="00296B68"/>
    <w:rsid w:val="002973DB"/>
    <w:rsid w:val="002A071B"/>
    <w:rsid w:val="002A2931"/>
    <w:rsid w:val="002A2FA0"/>
    <w:rsid w:val="002A5079"/>
    <w:rsid w:val="002A6BF9"/>
    <w:rsid w:val="002A7211"/>
    <w:rsid w:val="002B0311"/>
    <w:rsid w:val="002B19CA"/>
    <w:rsid w:val="002B1D12"/>
    <w:rsid w:val="002B2340"/>
    <w:rsid w:val="002B26E3"/>
    <w:rsid w:val="002B2C22"/>
    <w:rsid w:val="002B332E"/>
    <w:rsid w:val="002B369B"/>
    <w:rsid w:val="002B4299"/>
    <w:rsid w:val="002B46A4"/>
    <w:rsid w:val="002B52CE"/>
    <w:rsid w:val="002B5FAF"/>
    <w:rsid w:val="002B6433"/>
    <w:rsid w:val="002B6BB0"/>
    <w:rsid w:val="002B7452"/>
    <w:rsid w:val="002B7784"/>
    <w:rsid w:val="002C01E9"/>
    <w:rsid w:val="002C0A30"/>
    <w:rsid w:val="002C1B51"/>
    <w:rsid w:val="002C46DA"/>
    <w:rsid w:val="002C56F4"/>
    <w:rsid w:val="002C6A86"/>
    <w:rsid w:val="002C6B8E"/>
    <w:rsid w:val="002D0933"/>
    <w:rsid w:val="002D0C8B"/>
    <w:rsid w:val="002D0F90"/>
    <w:rsid w:val="002D21DC"/>
    <w:rsid w:val="002D2BAB"/>
    <w:rsid w:val="002D341D"/>
    <w:rsid w:val="002D4CD3"/>
    <w:rsid w:val="002D4EC1"/>
    <w:rsid w:val="002D53E1"/>
    <w:rsid w:val="002D5D6E"/>
    <w:rsid w:val="002D5FB1"/>
    <w:rsid w:val="002D60C0"/>
    <w:rsid w:val="002D7A2E"/>
    <w:rsid w:val="002E01E7"/>
    <w:rsid w:val="002E149B"/>
    <w:rsid w:val="002E180C"/>
    <w:rsid w:val="002E1A0F"/>
    <w:rsid w:val="002E224E"/>
    <w:rsid w:val="002E2439"/>
    <w:rsid w:val="002E25DD"/>
    <w:rsid w:val="002E2775"/>
    <w:rsid w:val="002E2F8E"/>
    <w:rsid w:val="002E2FF2"/>
    <w:rsid w:val="002E3325"/>
    <w:rsid w:val="002E451C"/>
    <w:rsid w:val="002E501D"/>
    <w:rsid w:val="002E572C"/>
    <w:rsid w:val="002E5D09"/>
    <w:rsid w:val="002E6804"/>
    <w:rsid w:val="002E7CF8"/>
    <w:rsid w:val="002F084A"/>
    <w:rsid w:val="002F092D"/>
    <w:rsid w:val="002F2E9D"/>
    <w:rsid w:val="002F3C75"/>
    <w:rsid w:val="002F3E05"/>
    <w:rsid w:val="002F3FF7"/>
    <w:rsid w:val="002F443F"/>
    <w:rsid w:val="002F7CAB"/>
    <w:rsid w:val="002F7F00"/>
    <w:rsid w:val="00300156"/>
    <w:rsid w:val="003003D7"/>
    <w:rsid w:val="00300E5D"/>
    <w:rsid w:val="0030111D"/>
    <w:rsid w:val="00301640"/>
    <w:rsid w:val="00301C1A"/>
    <w:rsid w:val="0030202D"/>
    <w:rsid w:val="003020B9"/>
    <w:rsid w:val="00303058"/>
    <w:rsid w:val="00303215"/>
    <w:rsid w:val="00304B10"/>
    <w:rsid w:val="003058B4"/>
    <w:rsid w:val="003062EF"/>
    <w:rsid w:val="00310390"/>
    <w:rsid w:val="00310933"/>
    <w:rsid w:val="003127A3"/>
    <w:rsid w:val="00314E9F"/>
    <w:rsid w:val="00314FCC"/>
    <w:rsid w:val="00315194"/>
    <w:rsid w:val="00315754"/>
    <w:rsid w:val="00316533"/>
    <w:rsid w:val="003174DC"/>
    <w:rsid w:val="00321579"/>
    <w:rsid w:val="00321ADA"/>
    <w:rsid w:val="00322E54"/>
    <w:rsid w:val="003234BC"/>
    <w:rsid w:val="003243C3"/>
    <w:rsid w:val="00324BF1"/>
    <w:rsid w:val="0032562B"/>
    <w:rsid w:val="00325E31"/>
    <w:rsid w:val="00325F8F"/>
    <w:rsid w:val="0033034C"/>
    <w:rsid w:val="00331B74"/>
    <w:rsid w:val="00331C0F"/>
    <w:rsid w:val="00332450"/>
    <w:rsid w:val="0033283E"/>
    <w:rsid w:val="00332E0D"/>
    <w:rsid w:val="003342CD"/>
    <w:rsid w:val="00334876"/>
    <w:rsid w:val="00335020"/>
    <w:rsid w:val="00335FBB"/>
    <w:rsid w:val="0033627C"/>
    <w:rsid w:val="003371A6"/>
    <w:rsid w:val="003371F1"/>
    <w:rsid w:val="003403E0"/>
    <w:rsid w:val="00340FF1"/>
    <w:rsid w:val="00342A49"/>
    <w:rsid w:val="0034529A"/>
    <w:rsid w:val="003479CC"/>
    <w:rsid w:val="00351BDA"/>
    <w:rsid w:val="00354EE2"/>
    <w:rsid w:val="00355C95"/>
    <w:rsid w:val="003560A8"/>
    <w:rsid w:val="003565D3"/>
    <w:rsid w:val="003567D5"/>
    <w:rsid w:val="00357475"/>
    <w:rsid w:val="00360322"/>
    <w:rsid w:val="00360C92"/>
    <w:rsid w:val="003617D8"/>
    <w:rsid w:val="003620C2"/>
    <w:rsid w:val="003638AE"/>
    <w:rsid w:val="00363B6D"/>
    <w:rsid w:val="00365B68"/>
    <w:rsid w:val="00367A14"/>
    <w:rsid w:val="00370B0C"/>
    <w:rsid w:val="00372639"/>
    <w:rsid w:val="00372D5D"/>
    <w:rsid w:val="003753CB"/>
    <w:rsid w:val="00375715"/>
    <w:rsid w:val="00375A98"/>
    <w:rsid w:val="00376760"/>
    <w:rsid w:val="00377FE4"/>
    <w:rsid w:val="0038012E"/>
    <w:rsid w:val="00380659"/>
    <w:rsid w:val="00381B55"/>
    <w:rsid w:val="00381C53"/>
    <w:rsid w:val="00381DB4"/>
    <w:rsid w:val="00381F14"/>
    <w:rsid w:val="0038340D"/>
    <w:rsid w:val="00383F19"/>
    <w:rsid w:val="003854C4"/>
    <w:rsid w:val="0038609E"/>
    <w:rsid w:val="00386315"/>
    <w:rsid w:val="003878C2"/>
    <w:rsid w:val="00387FD1"/>
    <w:rsid w:val="00392795"/>
    <w:rsid w:val="0039292D"/>
    <w:rsid w:val="00392C3A"/>
    <w:rsid w:val="00396A69"/>
    <w:rsid w:val="00397A12"/>
    <w:rsid w:val="00397C42"/>
    <w:rsid w:val="003A0976"/>
    <w:rsid w:val="003A0D6C"/>
    <w:rsid w:val="003A17DE"/>
    <w:rsid w:val="003A2AAC"/>
    <w:rsid w:val="003A4FC5"/>
    <w:rsid w:val="003A696F"/>
    <w:rsid w:val="003A74EA"/>
    <w:rsid w:val="003A7976"/>
    <w:rsid w:val="003B3BD7"/>
    <w:rsid w:val="003B42E8"/>
    <w:rsid w:val="003B595C"/>
    <w:rsid w:val="003B7A4E"/>
    <w:rsid w:val="003B7FE8"/>
    <w:rsid w:val="003C111A"/>
    <w:rsid w:val="003C1CEC"/>
    <w:rsid w:val="003C3AFD"/>
    <w:rsid w:val="003C419F"/>
    <w:rsid w:val="003C499E"/>
    <w:rsid w:val="003C56B7"/>
    <w:rsid w:val="003C5BA3"/>
    <w:rsid w:val="003C5DA6"/>
    <w:rsid w:val="003C6A09"/>
    <w:rsid w:val="003C6EFB"/>
    <w:rsid w:val="003D065A"/>
    <w:rsid w:val="003D076A"/>
    <w:rsid w:val="003D1C96"/>
    <w:rsid w:val="003D23D3"/>
    <w:rsid w:val="003D2936"/>
    <w:rsid w:val="003D37E2"/>
    <w:rsid w:val="003D4710"/>
    <w:rsid w:val="003D6092"/>
    <w:rsid w:val="003D79A0"/>
    <w:rsid w:val="003E0593"/>
    <w:rsid w:val="003E141E"/>
    <w:rsid w:val="003E3EEB"/>
    <w:rsid w:val="003E4092"/>
    <w:rsid w:val="003E440D"/>
    <w:rsid w:val="003E5767"/>
    <w:rsid w:val="003E5B43"/>
    <w:rsid w:val="003E6065"/>
    <w:rsid w:val="003E674E"/>
    <w:rsid w:val="003E732A"/>
    <w:rsid w:val="003F133D"/>
    <w:rsid w:val="003F14DF"/>
    <w:rsid w:val="003F1815"/>
    <w:rsid w:val="003F4058"/>
    <w:rsid w:val="003F5682"/>
    <w:rsid w:val="003F5BF8"/>
    <w:rsid w:val="003F6C71"/>
    <w:rsid w:val="003F7BB9"/>
    <w:rsid w:val="0040017F"/>
    <w:rsid w:val="00400725"/>
    <w:rsid w:val="004009CA"/>
    <w:rsid w:val="004011CA"/>
    <w:rsid w:val="00405399"/>
    <w:rsid w:val="00405B71"/>
    <w:rsid w:val="00405D63"/>
    <w:rsid w:val="00406470"/>
    <w:rsid w:val="0040718C"/>
    <w:rsid w:val="004076C8"/>
    <w:rsid w:val="0041050E"/>
    <w:rsid w:val="0041295A"/>
    <w:rsid w:val="00413192"/>
    <w:rsid w:val="0041356F"/>
    <w:rsid w:val="00413AA1"/>
    <w:rsid w:val="00414FD5"/>
    <w:rsid w:val="00416044"/>
    <w:rsid w:val="00416A1B"/>
    <w:rsid w:val="00416F7C"/>
    <w:rsid w:val="00416FC1"/>
    <w:rsid w:val="00420737"/>
    <w:rsid w:val="004224F3"/>
    <w:rsid w:val="00424537"/>
    <w:rsid w:val="004249E3"/>
    <w:rsid w:val="00424BAF"/>
    <w:rsid w:val="0042546C"/>
    <w:rsid w:val="00425D50"/>
    <w:rsid w:val="0042799D"/>
    <w:rsid w:val="00427A9A"/>
    <w:rsid w:val="00427C92"/>
    <w:rsid w:val="004328E1"/>
    <w:rsid w:val="004329AF"/>
    <w:rsid w:val="00434B55"/>
    <w:rsid w:val="00435DB6"/>
    <w:rsid w:val="00437095"/>
    <w:rsid w:val="00441BB2"/>
    <w:rsid w:val="004430D3"/>
    <w:rsid w:val="00443D31"/>
    <w:rsid w:val="004448F1"/>
    <w:rsid w:val="00444C4E"/>
    <w:rsid w:val="00444FAC"/>
    <w:rsid w:val="004473D5"/>
    <w:rsid w:val="004503F1"/>
    <w:rsid w:val="00451372"/>
    <w:rsid w:val="004517F9"/>
    <w:rsid w:val="0045357D"/>
    <w:rsid w:val="00453E1E"/>
    <w:rsid w:val="00454493"/>
    <w:rsid w:val="00460274"/>
    <w:rsid w:val="004616FB"/>
    <w:rsid w:val="00461ABB"/>
    <w:rsid w:val="00464EBB"/>
    <w:rsid w:val="0046608D"/>
    <w:rsid w:val="00466FAA"/>
    <w:rsid w:val="00470A9E"/>
    <w:rsid w:val="00472166"/>
    <w:rsid w:val="004724F5"/>
    <w:rsid w:val="00472F59"/>
    <w:rsid w:val="00472F8A"/>
    <w:rsid w:val="00473D84"/>
    <w:rsid w:val="00473DE4"/>
    <w:rsid w:val="004744E8"/>
    <w:rsid w:val="00476CA8"/>
    <w:rsid w:val="00480294"/>
    <w:rsid w:val="004810E9"/>
    <w:rsid w:val="004824D6"/>
    <w:rsid w:val="00484EFB"/>
    <w:rsid w:val="004851FB"/>
    <w:rsid w:val="00485287"/>
    <w:rsid w:val="00486254"/>
    <w:rsid w:val="0048709A"/>
    <w:rsid w:val="00487AD1"/>
    <w:rsid w:val="004902D0"/>
    <w:rsid w:val="004918E9"/>
    <w:rsid w:val="00492167"/>
    <w:rsid w:val="00492331"/>
    <w:rsid w:val="00495A8F"/>
    <w:rsid w:val="00496508"/>
    <w:rsid w:val="00496A75"/>
    <w:rsid w:val="00496B50"/>
    <w:rsid w:val="004A04B2"/>
    <w:rsid w:val="004A15C0"/>
    <w:rsid w:val="004A23BC"/>
    <w:rsid w:val="004A269D"/>
    <w:rsid w:val="004A2DE8"/>
    <w:rsid w:val="004A42F7"/>
    <w:rsid w:val="004A654E"/>
    <w:rsid w:val="004B0499"/>
    <w:rsid w:val="004B0CB4"/>
    <w:rsid w:val="004B0F4F"/>
    <w:rsid w:val="004B35D4"/>
    <w:rsid w:val="004B40A1"/>
    <w:rsid w:val="004B4535"/>
    <w:rsid w:val="004B45AD"/>
    <w:rsid w:val="004B53EF"/>
    <w:rsid w:val="004B5D45"/>
    <w:rsid w:val="004B5FC7"/>
    <w:rsid w:val="004B73D1"/>
    <w:rsid w:val="004B7A30"/>
    <w:rsid w:val="004C0372"/>
    <w:rsid w:val="004C17DF"/>
    <w:rsid w:val="004C2358"/>
    <w:rsid w:val="004C2897"/>
    <w:rsid w:val="004C2FB5"/>
    <w:rsid w:val="004C3957"/>
    <w:rsid w:val="004C39ED"/>
    <w:rsid w:val="004C59AD"/>
    <w:rsid w:val="004C6416"/>
    <w:rsid w:val="004C6AF8"/>
    <w:rsid w:val="004C7A7E"/>
    <w:rsid w:val="004C7AC3"/>
    <w:rsid w:val="004C7D7B"/>
    <w:rsid w:val="004C7EE9"/>
    <w:rsid w:val="004D06BF"/>
    <w:rsid w:val="004D07CC"/>
    <w:rsid w:val="004D0ABF"/>
    <w:rsid w:val="004D0AC3"/>
    <w:rsid w:val="004D24E1"/>
    <w:rsid w:val="004D45ED"/>
    <w:rsid w:val="004D730F"/>
    <w:rsid w:val="004E0362"/>
    <w:rsid w:val="004E357A"/>
    <w:rsid w:val="004E3E20"/>
    <w:rsid w:val="004E3E75"/>
    <w:rsid w:val="004E3F46"/>
    <w:rsid w:val="004E4C04"/>
    <w:rsid w:val="004E4D48"/>
    <w:rsid w:val="004E4F50"/>
    <w:rsid w:val="004E4FD8"/>
    <w:rsid w:val="004E648C"/>
    <w:rsid w:val="004E6617"/>
    <w:rsid w:val="004F01EB"/>
    <w:rsid w:val="004F0C4D"/>
    <w:rsid w:val="004F215E"/>
    <w:rsid w:val="004F3644"/>
    <w:rsid w:val="004F644A"/>
    <w:rsid w:val="005002D9"/>
    <w:rsid w:val="00500B43"/>
    <w:rsid w:val="00502584"/>
    <w:rsid w:val="00502C4F"/>
    <w:rsid w:val="005037B2"/>
    <w:rsid w:val="0050435C"/>
    <w:rsid w:val="0051069D"/>
    <w:rsid w:val="00511834"/>
    <w:rsid w:val="0051353F"/>
    <w:rsid w:val="005147A3"/>
    <w:rsid w:val="00514C94"/>
    <w:rsid w:val="00515D67"/>
    <w:rsid w:val="00515FDA"/>
    <w:rsid w:val="005170DD"/>
    <w:rsid w:val="005177E4"/>
    <w:rsid w:val="00520596"/>
    <w:rsid w:val="005231EC"/>
    <w:rsid w:val="00523FD9"/>
    <w:rsid w:val="00525B9F"/>
    <w:rsid w:val="00525EFE"/>
    <w:rsid w:val="0052603B"/>
    <w:rsid w:val="00527637"/>
    <w:rsid w:val="0052783C"/>
    <w:rsid w:val="005302E1"/>
    <w:rsid w:val="00530839"/>
    <w:rsid w:val="00531B56"/>
    <w:rsid w:val="00533390"/>
    <w:rsid w:val="00533674"/>
    <w:rsid w:val="00534BBE"/>
    <w:rsid w:val="0053521D"/>
    <w:rsid w:val="005362F9"/>
    <w:rsid w:val="00536BDA"/>
    <w:rsid w:val="00541EC8"/>
    <w:rsid w:val="00543ACF"/>
    <w:rsid w:val="00544695"/>
    <w:rsid w:val="00544D8B"/>
    <w:rsid w:val="00544E31"/>
    <w:rsid w:val="00545B0E"/>
    <w:rsid w:val="00551D82"/>
    <w:rsid w:val="00552A65"/>
    <w:rsid w:val="005530C1"/>
    <w:rsid w:val="00554D7D"/>
    <w:rsid w:val="00555870"/>
    <w:rsid w:val="0055674D"/>
    <w:rsid w:val="00556775"/>
    <w:rsid w:val="00557D58"/>
    <w:rsid w:val="00560519"/>
    <w:rsid w:val="0056248F"/>
    <w:rsid w:val="005625D7"/>
    <w:rsid w:val="00564295"/>
    <w:rsid w:val="005668DF"/>
    <w:rsid w:val="00567B4B"/>
    <w:rsid w:val="00571CE2"/>
    <w:rsid w:val="00572CC5"/>
    <w:rsid w:val="00572E1C"/>
    <w:rsid w:val="00573E28"/>
    <w:rsid w:val="005762D2"/>
    <w:rsid w:val="0057658F"/>
    <w:rsid w:val="00576F6E"/>
    <w:rsid w:val="00580500"/>
    <w:rsid w:val="005807DA"/>
    <w:rsid w:val="005816CA"/>
    <w:rsid w:val="00582504"/>
    <w:rsid w:val="00582BB2"/>
    <w:rsid w:val="00583949"/>
    <w:rsid w:val="00584D5F"/>
    <w:rsid w:val="0058530E"/>
    <w:rsid w:val="00587A76"/>
    <w:rsid w:val="005900A9"/>
    <w:rsid w:val="00590C53"/>
    <w:rsid w:val="005912B5"/>
    <w:rsid w:val="005912C4"/>
    <w:rsid w:val="00591A24"/>
    <w:rsid w:val="00591FA9"/>
    <w:rsid w:val="00592C13"/>
    <w:rsid w:val="00594FD7"/>
    <w:rsid w:val="00595089"/>
    <w:rsid w:val="00596ECC"/>
    <w:rsid w:val="00597452"/>
    <w:rsid w:val="005A0CB1"/>
    <w:rsid w:val="005A206C"/>
    <w:rsid w:val="005A28E4"/>
    <w:rsid w:val="005A5032"/>
    <w:rsid w:val="005A53DA"/>
    <w:rsid w:val="005A7444"/>
    <w:rsid w:val="005A7E1C"/>
    <w:rsid w:val="005B0637"/>
    <w:rsid w:val="005B16D7"/>
    <w:rsid w:val="005B4067"/>
    <w:rsid w:val="005B50F1"/>
    <w:rsid w:val="005B5A2F"/>
    <w:rsid w:val="005B6723"/>
    <w:rsid w:val="005B67BB"/>
    <w:rsid w:val="005B6D3C"/>
    <w:rsid w:val="005B6EE6"/>
    <w:rsid w:val="005B7EA1"/>
    <w:rsid w:val="005C0276"/>
    <w:rsid w:val="005C0686"/>
    <w:rsid w:val="005C3027"/>
    <w:rsid w:val="005C3A06"/>
    <w:rsid w:val="005C3DA1"/>
    <w:rsid w:val="005C3F64"/>
    <w:rsid w:val="005C4A5A"/>
    <w:rsid w:val="005C4F1F"/>
    <w:rsid w:val="005C4F36"/>
    <w:rsid w:val="005C59B4"/>
    <w:rsid w:val="005D2D53"/>
    <w:rsid w:val="005D2DB7"/>
    <w:rsid w:val="005D4FF2"/>
    <w:rsid w:val="005D5B4E"/>
    <w:rsid w:val="005D7819"/>
    <w:rsid w:val="005D7896"/>
    <w:rsid w:val="005E0DF5"/>
    <w:rsid w:val="005E1275"/>
    <w:rsid w:val="005E1BBD"/>
    <w:rsid w:val="005E2178"/>
    <w:rsid w:val="005E3628"/>
    <w:rsid w:val="005E3FF9"/>
    <w:rsid w:val="005E4990"/>
    <w:rsid w:val="005E5246"/>
    <w:rsid w:val="005E61CF"/>
    <w:rsid w:val="005E6963"/>
    <w:rsid w:val="005E6D23"/>
    <w:rsid w:val="005E6FE1"/>
    <w:rsid w:val="005E7401"/>
    <w:rsid w:val="005E7464"/>
    <w:rsid w:val="005E7774"/>
    <w:rsid w:val="005F1F29"/>
    <w:rsid w:val="005F236D"/>
    <w:rsid w:val="005F4031"/>
    <w:rsid w:val="005F424D"/>
    <w:rsid w:val="005F43AC"/>
    <w:rsid w:val="005F4F65"/>
    <w:rsid w:val="005F58B2"/>
    <w:rsid w:val="005F6389"/>
    <w:rsid w:val="00600277"/>
    <w:rsid w:val="0060351A"/>
    <w:rsid w:val="00605378"/>
    <w:rsid w:val="00605E2F"/>
    <w:rsid w:val="00606C27"/>
    <w:rsid w:val="00606CEF"/>
    <w:rsid w:val="006079E9"/>
    <w:rsid w:val="00607C37"/>
    <w:rsid w:val="00611FA5"/>
    <w:rsid w:val="00613C2E"/>
    <w:rsid w:val="00614348"/>
    <w:rsid w:val="006147C1"/>
    <w:rsid w:val="00615191"/>
    <w:rsid w:val="006219FD"/>
    <w:rsid w:val="00623C72"/>
    <w:rsid w:val="00624493"/>
    <w:rsid w:val="0062483B"/>
    <w:rsid w:val="006258E3"/>
    <w:rsid w:val="00625EAF"/>
    <w:rsid w:val="006269B3"/>
    <w:rsid w:val="0062721E"/>
    <w:rsid w:val="00627C0B"/>
    <w:rsid w:val="00630420"/>
    <w:rsid w:val="00631D4A"/>
    <w:rsid w:val="00632457"/>
    <w:rsid w:val="00632607"/>
    <w:rsid w:val="00633FBB"/>
    <w:rsid w:val="0063543E"/>
    <w:rsid w:val="0063651B"/>
    <w:rsid w:val="006402BA"/>
    <w:rsid w:val="00640982"/>
    <w:rsid w:val="00640A1A"/>
    <w:rsid w:val="00643B55"/>
    <w:rsid w:val="00643E0C"/>
    <w:rsid w:val="00645503"/>
    <w:rsid w:val="00645D86"/>
    <w:rsid w:val="006464EC"/>
    <w:rsid w:val="0064677D"/>
    <w:rsid w:val="006467BF"/>
    <w:rsid w:val="00650356"/>
    <w:rsid w:val="0065139D"/>
    <w:rsid w:val="006514F7"/>
    <w:rsid w:val="00651845"/>
    <w:rsid w:val="00652416"/>
    <w:rsid w:val="00652876"/>
    <w:rsid w:val="00653100"/>
    <w:rsid w:val="006534D7"/>
    <w:rsid w:val="00653E25"/>
    <w:rsid w:val="00654314"/>
    <w:rsid w:val="006548A7"/>
    <w:rsid w:val="00655DD4"/>
    <w:rsid w:val="00655E45"/>
    <w:rsid w:val="00656672"/>
    <w:rsid w:val="00657509"/>
    <w:rsid w:val="006577AE"/>
    <w:rsid w:val="006601E9"/>
    <w:rsid w:val="00662258"/>
    <w:rsid w:val="0066287F"/>
    <w:rsid w:val="00662A7B"/>
    <w:rsid w:val="00663680"/>
    <w:rsid w:val="00664324"/>
    <w:rsid w:val="00664550"/>
    <w:rsid w:val="006655F2"/>
    <w:rsid w:val="006657C8"/>
    <w:rsid w:val="006658B3"/>
    <w:rsid w:val="00666999"/>
    <w:rsid w:val="00667885"/>
    <w:rsid w:val="006737C9"/>
    <w:rsid w:val="00674F88"/>
    <w:rsid w:val="006769AF"/>
    <w:rsid w:val="006802D8"/>
    <w:rsid w:val="00680B19"/>
    <w:rsid w:val="00681080"/>
    <w:rsid w:val="00681E0D"/>
    <w:rsid w:val="00682222"/>
    <w:rsid w:val="00682B86"/>
    <w:rsid w:val="00683D79"/>
    <w:rsid w:val="00686C4D"/>
    <w:rsid w:val="0068712B"/>
    <w:rsid w:val="00687A0E"/>
    <w:rsid w:val="006904CA"/>
    <w:rsid w:val="006906A9"/>
    <w:rsid w:val="00691BB4"/>
    <w:rsid w:val="00692949"/>
    <w:rsid w:val="00693438"/>
    <w:rsid w:val="006934DD"/>
    <w:rsid w:val="0069388B"/>
    <w:rsid w:val="00694FCD"/>
    <w:rsid w:val="00695235"/>
    <w:rsid w:val="00695E4E"/>
    <w:rsid w:val="00697F23"/>
    <w:rsid w:val="006A07FE"/>
    <w:rsid w:val="006A154C"/>
    <w:rsid w:val="006A1A4C"/>
    <w:rsid w:val="006A2775"/>
    <w:rsid w:val="006A2F86"/>
    <w:rsid w:val="006A4732"/>
    <w:rsid w:val="006A521A"/>
    <w:rsid w:val="006A5790"/>
    <w:rsid w:val="006A5857"/>
    <w:rsid w:val="006A5EFD"/>
    <w:rsid w:val="006A6716"/>
    <w:rsid w:val="006A6E44"/>
    <w:rsid w:val="006B224D"/>
    <w:rsid w:val="006B2BE9"/>
    <w:rsid w:val="006B2C4B"/>
    <w:rsid w:val="006B315D"/>
    <w:rsid w:val="006B32F1"/>
    <w:rsid w:val="006B3754"/>
    <w:rsid w:val="006B5B87"/>
    <w:rsid w:val="006B72DD"/>
    <w:rsid w:val="006C1424"/>
    <w:rsid w:val="006C1C3F"/>
    <w:rsid w:val="006C5ABA"/>
    <w:rsid w:val="006C687C"/>
    <w:rsid w:val="006C7356"/>
    <w:rsid w:val="006D0D32"/>
    <w:rsid w:val="006D26D9"/>
    <w:rsid w:val="006D28C0"/>
    <w:rsid w:val="006D3DA2"/>
    <w:rsid w:val="006D5121"/>
    <w:rsid w:val="006E08B0"/>
    <w:rsid w:val="006E0CB3"/>
    <w:rsid w:val="006E1BF0"/>
    <w:rsid w:val="006E1C74"/>
    <w:rsid w:val="006E2B2E"/>
    <w:rsid w:val="006E3225"/>
    <w:rsid w:val="006E391D"/>
    <w:rsid w:val="006E5BD3"/>
    <w:rsid w:val="006E70D2"/>
    <w:rsid w:val="006F038F"/>
    <w:rsid w:val="006F0DAB"/>
    <w:rsid w:val="006F18CD"/>
    <w:rsid w:val="006F19F1"/>
    <w:rsid w:val="006F2BC7"/>
    <w:rsid w:val="006F355D"/>
    <w:rsid w:val="006F524B"/>
    <w:rsid w:val="006F5DE2"/>
    <w:rsid w:val="006F6078"/>
    <w:rsid w:val="006F6A0E"/>
    <w:rsid w:val="00701900"/>
    <w:rsid w:val="00702151"/>
    <w:rsid w:val="007023EE"/>
    <w:rsid w:val="00702D90"/>
    <w:rsid w:val="00702EF0"/>
    <w:rsid w:val="007061F1"/>
    <w:rsid w:val="00706DF8"/>
    <w:rsid w:val="00707E2B"/>
    <w:rsid w:val="007116CF"/>
    <w:rsid w:val="007118A2"/>
    <w:rsid w:val="007122A4"/>
    <w:rsid w:val="00713C6D"/>
    <w:rsid w:val="00714AC8"/>
    <w:rsid w:val="00715803"/>
    <w:rsid w:val="00716E8E"/>
    <w:rsid w:val="00717296"/>
    <w:rsid w:val="00717993"/>
    <w:rsid w:val="00720069"/>
    <w:rsid w:val="00723923"/>
    <w:rsid w:val="00724FBA"/>
    <w:rsid w:val="00725B0B"/>
    <w:rsid w:val="00730D4F"/>
    <w:rsid w:val="00731914"/>
    <w:rsid w:val="007321B7"/>
    <w:rsid w:val="00732CEF"/>
    <w:rsid w:val="007334F9"/>
    <w:rsid w:val="00733EF1"/>
    <w:rsid w:val="00734171"/>
    <w:rsid w:val="00734948"/>
    <w:rsid w:val="00735308"/>
    <w:rsid w:val="00735E2B"/>
    <w:rsid w:val="00735EC9"/>
    <w:rsid w:val="007375DC"/>
    <w:rsid w:val="00743D1B"/>
    <w:rsid w:val="00743F6F"/>
    <w:rsid w:val="0074449D"/>
    <w:rsid w:val="007445D0"/>
    <w:rsid w:val="00744AC0"/>
    <w:rsid w:val="00745922"/>
    <w:rsid w:val="00745C07"/>
    <w:rsid w:val="00746660"/>
    <w:rsid w:val="00746761"/>
    <w:rsid w:val="00746DD9"/>
    <w:rsid w:val="00750F73"/>
    <w:rsid w:val="0075135A"/>
    <w:rsid w:val="007522A7"/>
    <w:rsid w:val="007524C2"/>
    <w:rsid w:val="00753A9E"/>
    <w:rsid w:val="00753B23"/>
    <w:rsid w:val="00753EB5"/>
    <w:rsid w:val="00754745"/>
    <w:rsid w:val="00754FB2"/>
    <w:rsid w:val="007555DC"/>
    <w:rsid w:val="007605F3"/>
    <w:rsid w:val="007609A1"/>
    <w:rsid w:val="00763DA0"/>
    <w:rsid w:val="00764AA3"/>
    <w:rsid w:val="00764BCC"/>
    <w:rsid w:val="00764ED8"/>
    <w:rsid w:val="007650C6"/>
    <w:rsid w:val="0076607B"/>
    <w:rsid w:val="00771B31"/>
    <w:rsid w:val="00772127"/>
    <w:rsid w:val="007801C2"/>
    <w:rsid w:val="007811F7"/>
    <w:rsid w:val="007832B3"/>
    <w:rsid w:val="0078377C"/>
    <w:rsid w:val="00783A55"/>
    <w:rsid w:val="00784CAB"/>
    <w:rsid w:val="00790187"/>
    <w:rsid w:val="00791126"/>
    <w:rsid w:val="007920DC"/>
    <w:rsid w:val="00793B5F"/>
    <w:rsid w:val="00794279"/>
    <w:rsid w:val="00794B2C"/>
    <w:rsid w:val="007970DA"/>
    <w:rsid w:val="00797AC5"/>
    <w:rsid w:val="00797F26"/>
    <w:rsid w:val="007A2D2D"/>
    <w:rsid w:val="007A2FF9"/>
    <w:rsid w:val="007A43D3"/>
    <w:rsid w:val="007A5FA7"/>
    <w:rsid w:val="007A6869"/>
    <w:rsid w:val="007A7F82"/>
    <w:rsid w:val="007B078C"/>
    <w:rsid w:val="007B1274"/>
    <w:rsid w:val="007B15C7"/>
    <w:rsid w:val="007B40C0"/>
    <w:rsid w:val="007B49CD"/>
    <w:rsid w:val="007B4C1D"/>
    <w:rsid w:val="007B63B3"/>
    <w:rsid w:val="007B747D"/>
    <w:rsid w:val="007B7857"/>
    <w:rsid w:val="007C0105"/>
    <w:rsid w:val="007C0434"/>
    <w:rsid w:val="007C0841"/>
    <w:rsid w:val="007C23F9"/>
    <w:rsid w:val="007C2A91"/>
    <w:rsid w:val="007C5CE0"/>
    <w:rsid w:val="007C6188"/>
    <w:rsid w:val="007D003C"/>
    <w:rsid w:val="007D00C1"/>
    <w:rsid w:val="007D0FED"/>
    <w:rsid w:val="007D3E72"/>
    <w:rsid w:val="007D489F"/>
    <w:rsid w:val="007D5D86"/>
    <w:rsid w:val="007E0DAA"/>
    <w:rsid w:val="007E11AA"/>
    <w:rsid w:val="007E1FC9"/>
    <w:rsid w:val="007E4017"/>
    <w:rsid w:val="007E4BCF"/>
    <w:rsid w:val="007E4C58"/>
    <w:rsid w:val="007E4C72"/>
    <w:rsid w:val="007E4CC0"/>
    <w:rsid w:val="007E50F0"/>
    <w:rsid w:val="007E543D"/>
    <w:rsid w:val="007E56DC"/>
    <w:rsid w:val="007E6390"/>
    <w:rsid w:val="007F1736"/>
    <w:rsid w:val="007F1B56"/>
    <w:rsid w:val="007F1CDB"/>
    <w:rsid w:val="007F1F35"/>
    <w:rsid w:val="007F3266"/>
    <w:rsid w:val="007F3A32"/>
    <w:rsid w:val="007F4E41"/>
    <w:rsid w:val="007F6878"/>
    <w:rsid w:val="007F6AB3"/>
    <w:rsid w:val="007F71AC"/>
    <w:rsid w:val="00801CCF"/>
    <w:rsid w:val="008023C3"/>
    <w:rsid w:val="008036B6"/>
    <w:rsid w:val="00805761"/>
    <w:rsid w:val="00806668"/>
    <w:rsid w:val="00806E82"/>
    <w:rsid w:val="0080731E"/>
    <w:rsid w:val="008079C7"/>
    <w:rsid w:val="00811E05"/>
    <w:rsid w:val="00813153"/>
    <w:rsid w:val="008132C9"/>
    <w:rsid w:val="008138B1"/>
    <w:rsid w:val="0081495E"/>
    <w:rsid w:val="008151C9"/>
    <w:rsid w:val="00815813"/>
    <w:rsid w:val="008164A3"/>
    <w:rsid w:val="00817090"/>
    <w:rsid w:val="008174AC"/>
    <w:rsid w:val="0082014D"/>
    <w:rsid w:val="008208A1"/>
    <w:rsid w:val="008209B6"/>
    <w:rsid w:val="00823538"/>
    <w:rsid w:val="00825BC1"/>
    <w:rsid w:val="00825BEE"/>
    <w:rsid w:val="008269CB"/>
    <w:rsid w:val="00826B2C"/>
    <w:rsid w:val="00827C0D"/>
    <w:rsid w:val="00830EAA"/>
    <w:rsid w:val="00831B0B"/>
    <w:rsid w:val="008335AC"/>
    <w:rsid w:val="00833E09"/>
    <w:rsid w:val="0083567E"/>
    <w:rsid w:val="00836588"/>
    <w:rsid w:val="0083697F"/>
    <w:rsid w:val="00836E9F"/>
    <w:rsid w:val="00837A62"/>
    <w:rsid w:val="00837BF4"/>
    <w:rsid w:val="00840D28"/>
    <w:rsid w:val="008419B8"/>
    <w:rsid w:val="00842024"/>
    <w:rsid w:val="008423A9"/>
    <w:rsid w:val="00842A7A"/>
    <w:rsid w:val="00844507"/>
    <w:rsid w:val="00844ADB"/>
    <w:rsid w:val="00845C3B"/>
    <w:rsid w:val="00846C74"/>
    <w:rsid w:val="00851939"/>
    <w:rsid w:val="00852218"/>
    <w:rsid w:val="00853AA4"/>
    <w:rsid w:val="00855346"/>
    <w:rsid w:val="0085618E"/>
    <w:rsid w:val="00863592"/>
    <w:rsid w:val="00865261"/>
    <w:rsid w:val="00865879"/>
    <w:rsid w:val="00865883"/>
    <w:rsid w:val="0086644C"/>
    <w:rsid w:val="00866452"/>
    <w:rsid w:val="008667C3"/>
    <w:rsid w:val="00866F24"/>
    <w:rsid w:val="008679B3"/>
    <w:rsid w:val="00870999"/>
    <w:rsid w:val="00871AB2"/>
    <w:rsid w:val="00871C4C"/>
    <w:rsid w:val="00871CBF"/>
    <w:rsid w:val="00872140"/>
    <w:rsid w:val="00874E6C"/>
    <w:rsid w:val="00875229"/>
    <w:rsid w:val="00875594"/>
    <w:rsid w:val="00876628"/>
    <w:rsid w:val="00876BF6"/>
    <w:rsid w:val="00877E40"/>
    <w:rsid w:val="00880B58"/>
    <w:rsid w:val="00880DCC"/>
    <w:rsid w:val="00881423"/>
    <w:rsid w:val="0088157F"/>
    <w:rsid w:val="008833A9"/>
    <w:rsid w:val="00885A9A"/>
    <w:rsid w:val="00885BB4"/>
    <w:rsid w:val="00886722"/>
    <w:rsid w:val="0089012A"/>
    <w:rsid w:val="00892337"/>
    <w:rsid w:val="0089274C"/>
    <w:rsid w:val="00896224"/>
    <w:rsid w:val="00896595"/>
    <w:rsid w:val="00896631"/>
    <w:rsid w:val="00896C56"/>
    <w:rsid w:val="008A0813"/>
    <w:rsid w:val="008A0A59"/>
    <w:rsid w:val="008A0EAF"/>
    <w:rsid w:val="008A1B25"/>
    <w:rsid w:val="008A4572"/>
    <w:rsid w:val="008A4FB5"/>
    <w:rsid w:val="008A5905"/>
    <w:rsid w:val="008A5F4D"/>
    <w:rsid w:val="008B31CB"/>
    <w:rsid w:val="008B5E22"/>
    <w:rsid w:val="008B6BAC"/>
    <w:rsid w:val="008C1493"/>
    <w:rsid w:val="008C1ED2"/>
    <w:rsid w:val="008C2BB2"/>
    <w:rsid w:val="008C32C3"/>
    <w:rsid w:val="008C38DE"/>
    <w:rsid w:val="008C3A8B"/>
    <w:rsid w:val="008C42AD"/>
    <w:rsid w:val="008C489E"/>
    <w:rsid w:val="008C574C"/>
    <w:rsid w:val="008D1613"/>
    <w:rsid w:val="008D1AB7"/>
    <w:rsid w:val="008D24A9"/>
    <w:rsid w:val="008D2ACB"/>
    <w:rsid w:val="008D3F19"/>
    <w:rsid w:val="008D5F0C"/>
    <w:rsid w:val="008D6067"/>
    <w:rsid w:val="008E2073"/>
    <w:rsid w:val="008E2EF4"/>
    <w:rsid w:val="008E33E3"/>
    <w:rsid w:val="008E598B"/>
    <w:rsid w:val="008E5ABA"/>
    <w:rsid w:val="008E707A"/>
    <w:rsid w:val="008F0D6E"/>
    <w:rsid w:val="008F13A6"/>
    <w:rsid w:val="008F1613"/>
    <w:rsid w:val="008F31D2"/>
    <w:rsid w:val="008F38F7"/>
    <w:rsid w:val="008F3FC2"/>
    <w:rsid w:val="008F48F1"/>
    <w:rsid w:val="008F503F"/>
    <w:rsid w:val="008F5E4A"/>
    <w:rsid w:val="008F6878"/>
    <w:rsid w:val="008F7748"/>
    <w:rsid w:val="008F7886"/>
    <w:rsid w:val="0090006F"/>
    <w:rsid w:val="00902327"/>
    <w:rsid w:val="009023F6"/>
    <w:rsid w:val="009028BC"/>
    <w:rsid w:val="009030B8"/>
    <w:rsid w:val="00903D57"/>
    <w:rsid w:val="00903DBE"/>
    <w:rsid w:val="00904BBE"/>
    <w:rsid w:val="00905276"/>
    <w:rsid w:val="00906DC3"/>
    <w:rsid w:val="0091101C"/>
    <w:rsid w:val="00911151"/>
    <w:rsid w:val="009111A5"/>
    <w:rsid w:val="009116F7"/>
    <w:rsid w:val="009118CC"/>
    <w:rsid w:val="00911EEC"/>
    <w:rsid w:val="009123CC"/>
    <w:rsid w:val="00912AE1"/>
    <w:rsid w:val="0091515A"/>
    <w:rsid w:val="009203B3"/>
    <w:rsid w:val="00920825"/>
    <w:rsid w:val="00920BF4"/>
    <w:rsid w:val="00921140"/>
    <w:rsid w:val="009215B5"/>
    <w:rsid w:val="0092229A"/>
    <w:rsid w:val="00922B48"/>
    <w:rsid w:val="00924052"/>
    <w:rsid w:val="00924269"/>
    <w:rsid w:val="00924E79"/>
    <w:rsid w:val="00924F78"/>
    <w:rsid w:val="00926388"/>
    <w:rsid w:val="0093143B"/>
    <w:rsid w:val="009319BE"/>
    <w:rsid w:val="009319C1"/>
    <w:rsid w:val="009328D8"/>
    <w:rsid w:val="00933630"/>
    <w:rsid w:val="00933E9B"/>
    <w:rsid w:val="00934369"/>
    <w:rsid w:val="00935736"/>
    <w:rsid w:val="00935F6A"/>
    <w:rsid w:val="009366DC"/>
    <w:rsid w:val="0093752D"/>
    <w:rsid w:val="00937EB2"/>
    <w:rsid w:val="009428D6"/>
    <w:rsid w:val="00942FEF"/>
    <w:rsid w:val="00943594"/>
    <w:rsid w:val="00943A34"/>
    <w:rsid w:val="00944C5A"/>
    <w:rsid w:val="00944E5D"/>
    <w:rsid w:val="00945C1F"/>
    <w:rsid w:val="00945E9C"/>
    <w:rsid w:val="009467EF"/>
    <w:rsid w:val="00947846"/>
    <w:rsid w:val="0095039C"/>
    <w:rsid w:val="00952275"/>
    <w:rsid w:val="009523EA"/>
    <w:rsid w:val="00952686"/>
    <w:rsid w:val="00952E41"/>
    <w:rsid w:val="00952E84"/>
    <w:rsid w:val="00953955"/>
    <w:rsid w:val="00956BEA"/>
    <w:rsid w:val="00957752"/>
    <w:rsid w:val="00962D93"/>
    <w:rsid w:val="009640E7"/>
    <w:rsid w:val="00964C99"/>
    <w:rsid w:val="00964E1D"/>
    <w:rsid w:val="00965792"/>
    <w:rsid w:val="00966453"/>
    <w:rsid w:val="00966AEC"/>
    <w:rsid w:val="00967A2A"/>
    <w:rsid w:val="00970298"/>
    <w:rsid w:val="00972DE8"/>
    <w:rsid w:val="009730FB"/>
    <w:rsid w:val="00973D49"/>
    <w:rsid w:val="009751C7"/>
    <w:rsid w:val="00976502"/>
    <w:rsid w:val="00976C0F"/>
    <w:rsid w:val="00977622"/>
    <w:rsid w:val="00980CF3"/>
    <w:rsid w:val="009826B6"/>
    <w:rsid w:val="009835F9"/>
    <w:rsid w:val="009835FE"/>
    <w:rsid w:val="00983F78"/>
    <w:rsid w:val="00984F27"/>
    <w:rsid w:val="00984F5A"/>
    <w:rsid w:val="009851EF"/>
    <w:rsid w:val="009866AD"/>
    <w:rsid w:val="00986E01"/>
    <w:rsid w:val="0098703F"/>
    <w:rsid w:val="00991048"/>
    <w:rsid w:val="00991CBD"/>
    <w:rsid w:val="00992462"/>
    <w:rsid w:val="00992C9C"/>
    <w:rsid w:val="00992D6B"/>
    <w:rsid w:val="00995884"/>
    <w:rsid w:val="0099619A"/>
    <w:rsid w:val="00996374"/>
    <w:rsid w:val="009975C8"/>
    <w:rsid w:val="009A17F7"/>
    <w:rsid w:val="009A18EC"/>
    <w:rsid w:val="009A1D99"/>
    <w:rsid w:val="009A2052"/>
    <w:rsid w:val="009A4C22"/>
    <w:rsid w:val="009A521F"/>
    <w:rsid w:val="009A5360"/>
    <w:rsid w:val="009A545E"/>
    <w:rsid w:val="009A6378"/>
    <w:rsid w:val="009A7547"/>
    <w:rsid w:val="009A75DD"/>
    <w:rsid w:val="009A77DA"/>
    <w:rsid w:val="009A796D"/>
    <w:rsid w:val="009A7B57"/>
    <w:rsid w:val="009B039F"/>
    <w:rsid w:val="009B0540"/>
    <w:rsid w:val="009B209E"/>
    <w:rsid w:val="009B2DF8"/>
    <w:rsid w:val="009B2E54"/>
    <w:rsid w:val="009B37DB"/>
    <w:rsid w:val="009B428B"/>
    <w:rsid w:val="009B4300"/>
    <w:rsid w:val="009B4B0D"/>
    <w:rsid w:val="009B57DA"/>
    <w:rsid w:val="009B5BFE"/>
    <w:rsid w:val="009B65B3"/>
    <w:rsid w:val="009B67B3"/>
    <w:rsid w:val="009B778C"/>
    <w:rsid w:val="009B7D70"/>
    <w:rsid w:val="009B7F12"/>
    <w:rsid w:val="009C0C33"/>
    <w:rsid w:val="009C17D6"/>
    <w:rsid w:val="009C2187"/>
    <w:rsid w:val="009C3697"/>
    <w:rsid w:val="009C466C"/>
    <w:rsid w:val="009D0EFD"/>
    <w:rsid w:val="009D1280"/>
    <w:rsid w:val="009D148F"/>
    <w:rsid w:val="009D2E7C"/>
    <w:rsid w:val="009D2EF5"/>
    <w:rsid w:val="009D306D"/>
    <w:rsid w:val="009D4DBA"/>
    <w:rsid w:val="009D76C9"/>
    <w:rsid w:val="009D7B93"/>
    <w:rsid w:val="009D7E10"/>
    <w:rsid w:val="009E0B1E"/>
    <w:rsid w:val="009E1C7E"/>
    <w:rsid w:val="009E1DC4"/>
    <w:rsid w:val="009E31BF"/>
    <w:rsid w:val="009E4300"/>
    <w:rsid w:val="009E4765"/>
    <w:rsid w:val="009E660F"/>
    <w:rsid w:val="009E7CE7"/>
    <w:rsid w:val="009F0794"/>
    <w:rsid w:val="009F0AC5"/>
    <w:rsid w:val="009F13E6"/>
    <w:rsid w:val="009F2A4D"/>
    <w:rsid w:val="009F367D"/>
    <w:rsid w:val="009F57A4"/>
    <w:rsid w:val="009F70E0"/>
    <w:rsid w:val="009F7408"/>
    <w:rsid w:val="009F74C2"/>
    <w:rsid w:val="009F7988"/>
    <w:rsid w:val="00A00068"/>
    <w:rsid w:val="00A003BB"/>
    <w:rsid w:val="00A00414"/>
    <w:rsid w:val="00A0044B"/>
    <w:rsid w:val="00A005D8"/>
    <w:rsid w:val="00A00B62"/>
    <w:rsid w:val="00A01D4D"/>
    <w:rsid w:val="00A03F16"/>
    <w:rsid w:val="00A05892"/>
    <w:rsid w:val="00A0595D"/>
    <w:rsid w:val="00A05E86"/>
    <w:rsid w:val="00A05F05"/>
    <w:rsid w:val="00A11E96"/>
    <w:rsid w:val="00A141FB"/>
    <w:rsid w:val="00A15A99"/>
    <w:rsid w:val="00A15E06"/>
    <w:rsid w:val="00A17305"/>
    <w:rsid w:val="00A174AC"/>
    <w:rsid w:val="00A17C40"/>
    <w:rsid w:val="00A20F4E"/>
    <w:rsid w:val="00A217A8"/>
    <w:rsid w:val="00A21E4F"/>
    <w:rsid w:val="00A240C5"/>
    <w:rsid w:val="00A2433B"/>
    <w:rsid w:val="00A249AF"/>
    <w:rsid w:val="00A24ED0"/>
    <w:rsid w:val="00A25089"/>
    <w:rsid w:val="00A25B46"/>
    <w:rsid w:val="00A25F3B"/>
    <w:rsid w:val="00A30E01"/>
    <w:rsid w:val="00A313F5"/>
    <w:rsid w:val="00A319C5"/>
    <w:rsid w:val="00A31A69"/>
    <w:rsid w:val="00A32336"/>
    <w:rsid w:val="00A32C23"/>
    <w:rsid w:val="00A338BC"/>
    <w:rsid w:val="00A33FA4"/>
    <w:rsid w:val="00A342FA"/>
    <w:rsid w:val="00A344AE"/>
    <w:rsid w:val="00A34C06"/>
    <w:rsid w:val="00A350E7"/>
    <w:rsid w:val="00A35942"/>
    <w:rsid w:val="00A359ED"/>
    <w:rsid w:val="00A35CF5"/>
    <w:rsid w:val="00A37436"/>
    <w:rsid w:val="00A40474"/>
    <w:rsid w:val="00A404A5"/>
    <w:rsid w:val="00A41A57"/>
    <w:rsid w:val="00A41C7C"/>
    <w:rsid w:val="00A42BDA"/>
    <w:rsid w:val="00A43FC7"/>
    <w:rsid w:val="00A453C0"/>
    <w:rsid w:val="00A456E5"/>
    <w:rsid w:val="00A46CFF"/>
    <w:rsid w:val="00A474D6"/>
    <w:rsid w:val="00A4750A"/>
    <w:rsid w:val="00A50130"/>
    <w:rsid w:val="00A505EF"/>
    <w:rsid w:val="00A51615"/>
    <w:rsid w:val="00A51DB8"/>
    <w:rsid w:val="00A526D8"/>
    <w:rsid w:val="00A52BBD"/>
    <w:rsid w:val="00A52FB6"/>
    <w:rsid w:val="00A54F08"/>
    <w:rsid w:val="00A559D1"/>
    <w:rsid w:val="00A56D76"/>
    <w:rsid w:val="00A56DBD"/>
    <w:rsid w:val="00A56F86"/>
    <w:rsid w:val="00A57547"/>
    <w:rsid w:val="00A602C2"/>
    <w:rsid w:val="00A61F60"/>
    <w:rsid w:val="00A62904"/>
    <w:rsid w:val="00A6379B"/>
    <w:rsid w:val="00A63C01"/>
    <w:rsid w:val="00A640B8"/>
    <w:rsid w:val="00A643C1"/>
    <w:rsid w:val="00A66C0F"/>
    <w:rsid w:val="00A67295"/>
    <w:rsid w:val="00A70A56"/>
    <w:rsid w:val="00A712C4"/>
    <w:rsid w:val="00A71F5F"/>
    <w:rsid w:val="00A72A05"/>
    <w:rsid w:val="00A73698"/>
    <w:rsid w:val="00A74043"/>
    <w:rsid w:val="00A75A8E"/>
    <w:rsid w:val="00A77B0D"/>
    <w:rsid w:val="00A77EF0"/>
    <w:rsid w:val="00A812C4"/>
    <w:rsid w:val="00A81876"/>
    <w:rsid w:val="00A818B0"/>
    <w:rsid w:val="00A81985"/>
    <w:rsid w:val="00A82312"/>
    <w:rsid w:val="00A84146"/>
    <w:rsid w:val="00A84AB0"/>
    <w:rsid w:val="00A850AA"/>
    <w:rsid w:val="00A85591"/>
    <w:rsid w:val="00A870A8"/>
    <w:rsid w:val="00A872BA"/>
    <w:rsid w:val="00A9139F"/>
    <w:rsid w:val="00A92CCB"/>
    <w:rsid w:val="00A935F5"/>
    <w:rsid w:val="00A94474"/>
    <w:rsid w:val="00A95000"/>
    <w:rsid w:val="00A96F9D"/>
    <w:rsid w:val="00A970BE"/>
    <w:rsid w:val="00AA008A"/>
    <w:rsid w:val="00AA25DF"/>
    <w:rsid w:val="00AA29E2"/>
    <w:rsid w:val="00AA4675"/>
    <w:rsid w:val="00AA47D8"/>
    <w:rsid w:val="00AA5BA2"/>
    <w:rsid w:val="00AA725E"/>
    <w:rsid w:val="00AA7293"/>
    <w:rsid w:val="00AA7DB6"/>
    <w:rsid w:val="00AB00B7"/>
    <w:rsid w:val="00AB0681"/>
    <w:rsid w:val="00AB0CF7"/>
    <w:rsid w:val="00AB2117"/>
    <w:rsid w:val="00AB2278"/>
    <w:rsid w:val="00AB27C8"/>
    <w:rsid w:val="00AB302C"/>
    <w:rsid w:val="00AB4CA9"/>
    <w:rsid w:val="00AB4D1B"/>
    <w:rsid w:val="00AB5008"/>
    <w:rsid w:val="00AC05CF"/>
    <w:rsid w:val="00AC1BC4"/>
    <w:rsid w:val="00AC26F8"/>
    <w:rsid w:val="00AC2946"/>
    <w:rsid w:val="00AC4335"/>
    <w:rsid w:val="00AC5CA9"/>
    <w:rsid w:val="00AC5CDC"/>
    <w:rsid w:val="00AC5F77"/>
    <w:rsid w:val="00AC6E17"/>
    <w:rsid w:val="00AC6FF4"/>
    <w:rsid w:val="00AC7C5A"/>
    <w:rsid w:val="00AD2D79"/>
    <w:rsid w:val="00AD4EC0"/>
    <w:rsid w:val="00AD6FC2"/>
    <w:rsid w:val="00AD7DE3"/>
    <w:rsid w:val="00AE0155"/>
    <w:rsid w:val="00AE05DF"/>
    <w:rsid w:val="00AE153B"/>
    <w:rsid w:val="00AE1A07"/>
    <w:rsid w:val="00AE2285"/>
    <w:rsid w:val="00AE28A6"/>
    <w:rsid w:val="00AE3CED"/>
    <w:rsid w:val="00AE41AF"/>
    <w:rsid w:val="00AF0710"/>
    <w:rsid w:val="00AF12A4"/>
    <w:rsid w:val="00AF1880"/>
    <w:rsid w:val="00AF28C0"/>
    <w:rsid w:val="00AF44EB"/>
    <w:rsid w:val="00AF4B38"/>
    <w:rsid w:val="00AF560C"/>
    <w:rsid w:val="00AF6208"/>
    <w:rsid w:val="00AF7EEA"/>
    <w:rsid w:val="00B00000"/>
    <w:rsid w:val="00B01DD2"/>
    <w:rsid w:val="00B01EED"/>
    <w:rsid w:val="00B03F68"/>
    <w:rsid w:val="00B0645E"/>
    <w:rsid w:val="00B07617"/>
    <w:rsid w:val="00B10038"/>
    <w:rsid w:val="00B11CB3"/>
    <w:rsid w:val="00B13C51"/>
    <w:rsid w:val="00B14A7F"/>
    <w:rsid w:val="00B14D2B"/>
    <w:rsid w:val="00B15507"/>
    <w:rsid w:val="00B158AE"/>
    <w:rsid w:val="00B16BAB"/>
    <w:rsid w:val="00B208D0"/>
    <w:rsid w:val="00B20EC4"/>
    <w:rsid w:val="00B21965"/>
    <w:rsid w:val="00B24B5C"/>
    <w:rsid w:val="00B2591A"/>
    <w:rsid w:val="00B25F9B"/>
    <w:rsid w:val="00B2628E"/>
    <w:rsid w:val="00B27101"/>
    <w:rsid w:val="00B30EFE"/>
    <w:rsid w:val="00B31168"/>
    <w:rsid w:val="00B31347"/>
    <w:rsid w:val="00B32CCE"/>
    <w:rsid w:val="00B345F1"/>
    <w:rsid w:val="00B3551A"/>
    <w:rsid w:val="00B36922"/>
    <w:rsid w:val="00B401E2"/>
    <w:rsid w:val="00B4144D"/>
    <w:rsid w:val="00B43F4C"/>
    <w:rsid w:val="00B45EBE"/>
    <w:rsid w:val="00B4758C"/>
    <w:rsid w:val="00B50595"/>
    <w:rsid w:val="00B50950"/>
    <w:rsid w:val="00B5113E"/>
    <w:rsid w:val="00B512DD"/>
    <w:rsid w:val="00B51F72"/>
    <w:rsid w:val="00B526B7"/>
    <w:rsid w:val="00B528D8"/>
    <w:rsid w:val="00B5573C"/>
    <w:rsid w:val="00B56827"/>
    <w:rsid w:val="00B57EAB"/>
    <w:rsid w:val="00B60AA8"/>
    <w:rsid w:val="00B6240C"/>
    <w:rsid w:val="00B64073"/>
    <w:rsid w:val="00B648CA"/>
    <w:rsid w:val="00B65572"/>
    <w:rsid w:val="00B65854"/>
    <w:rsid w:val="00B66339"/>
    <w:rsid w:val="00B67F1F"/>
    <w:rsid w:val="00B70ED6"/>
    <w:rsid w:val="00B712D5"/>
    <w:rsid w:val="00B71CD0"/>
    <w:rsid w:val="00B72E26"/>
    <w:rsid w:val="00B74790"/>
    <w:rsid w:val="00B74B2D"/>
    <w:rsid w:val="00B77010"/>
    <w:rsid w:val="00B77BB8"/>
    <w:rsid w:val="00B77DDE"/>
    <w:rsid w:val="00B823BB"/>
    <w:rsid w:val="00B82851"/>
    <w:rsid w:val="00B85453"/>
    <w:rsid w:val="00B8637F"/>
    <w:rsid w:val="00B877C7"/>
    <w:rsid w:val="00B90C74"/>
    <w:rsid w:val="00B9136F"/>
    <w:rsid w:val="00B93A4B"/>
    <w:rsid w:val="00B94E07"/>
    <w:rsid w:val="00B95E26"/>
    <w:rsid w:val="00B9657B"/>
    <w:rsid w:val="00BA019D"/>
    <w:rsid w:val="00BA1355"/>
    <w:rsid w:val="00BA151A"/>
    <w:rsid w:val="00BA3A32"/>
    <w:rsid w:val="00BA4781"/>
    <w:rsid w:val="00BA5B81"/>
    <w:rsid w:val="00BA5E78"/>
    <w:rsid w:val="00BA64B2"/>
    <w:rsid w:val="00BA7206"/>
    <w:rsid w:val="00BA7C03"/>
    <w:rsid w:val="00BB0D84"/>
    <w:rsid w:val="00BB3DD0"/>
    <w:rsid w:val="00BB45D3"/>
    <w:rsid w:val="00BB4A94"/>
    <w:rsid w:val="00BB6CD9"/>
    <w:rsid w:val="00BB7648"/>
    <w:rsid w:val="00BB7829"/>
    <w:rsid w:val="00BB7AF9"/>
    <w:rsid w:val="00BB7D31"/>
    <w:rsid w:val="00BC1156"/>
    <w:rsid w:val="00BC175D"/>
    <w:rsid w:val="00BC2E22"/>
    <w:rsid w:val="00BC3422"/>
    <w:rsid w:val="00BC45B4"/>
    <w:rsid w:val="00BC4AC6"/>
    <w:rsid w:val="00BC6372"/>
    <w:rsid w:val="00BC6F5E"/>
    <w:rsid w:val="00BD3129"/>
    <w:rsid w:val="00BD5138"/>
    <w:rsid w:val="00BD52BD"/>
    <w:rsid w:val="00BD66FC"/>
    <w:rsid w:val="00BD67D2"/>
    <w:rsid w:val="00BD6A6A"/>
    <w:rsid w:val="00BD73F7"/>
    <w:rsid w:val="00BD7F63"/>
    <w:rsid w:val="00BE0EB3"/>
    <w:rsid w:val="00BE1537"/>
    <w:rsid w:val="00BE289A"/>
    <w:rsid w:val="00BE2F82"/>
    <w:rsid w:val="00BE2FBE"/>
    <w:rsid w:val="00BE380A"/>
    <w:rsid w:val="00BE3C76"/>
    <w:rsid w:val="00BE4D59"/>
    <w:rsid w:val="00BE687D"/>
    <w:rsid w:val="00BF04B4"/>
    <w:rsid w:val="00BF14A2"/>
    <w:rsid w:val="00BF217B"/>
    <w:rsid w:val="00BF3B92"/>
    <w:rsid w:val="00BF45F6"/>
    <w:rsid w:val="00BF6406"/>
    <w:rsid w:val="00C00539"/>
    <w:rsid w:val="00C007D5"/>
    <w:rsid w:val="00C03E03"/>
    <w:rsid w:val="00C043A5"/>
    <w:rsid w:val="00C04A26"/>
    <w:rsid w:val="00C0528D"/>
    <w:rsid w:val="00C05A47"/>
    <w:rsid w:val="00C05CDF"/>
    <w:rsid w:val="00C06120"/>
    <w:rsid w:val="00C06239"/>
    <w:rsid w:val="00C06F32"/>
    <w:rsid w:val="00C13CF3"/>
    <w:rsid w:val="00C14AA9"/>
    <w:rsid w:val="00C14F2F"/>
    <w:rsid w:val="00C153A8"/>
    <w:rsid w:val="00C15CB5"/>
    <w:rsid w:val="00C16043"/>
    <w:rsid w:val="00C160EB"/>
    <w:rsid w:val="00C20382"/>
    <w:rsid w:val="00C21914"/>
    <w:rsid w:val="00C23119"/>
    <w:rsid w:val="00C24BE1"/>
    <w:rsid w:val="00C30A06"/>
    <w:rsid w:val="00C31B83"/>
    <w:rsid w:val="00C32595"/>
    <w:rsid w:val="00C32AC6"/>
    <w:rsid w:val="00C32B54"/>
    <w:rsid w:val="00C34089"/>
    <w:rsid w:val="00C35494"/>
    <w:rsid w:val="00C4005C"/>
    <w:rsid w:val="00C44CDE"/>
    <w:rsid w:val="00C44F4E"/>
    <w:rsid w:val="00C461BD"/>
    <w:rsid w:val="00C46534"/>
    <w:rsid w:val="00C46F30"/>
    <w:rsid w:val="00C4771E"/>
    <w:rsid w:val="00C5069A"/>
    <w:rsid w:val="00C512DD"/>
    <w:rsid w:val="00C52060"/>
    <w:rsid w:val="00C55367"/>
    <w:rsid w:val="00C5660A"/>
    <w:rsid w:val="00C56BD8"/>
    <w:rsid w:val="00C5702F"/>
    <w:rsid w:val="00C57243"/>
    <w:rsid w:val="00C57F34"/>
    <w:rsid w:val="00C606D7"/>
    <w:rsid w:val="00C61E7A"/>
    <w:rsid w:val="00C62146"/>
    <w:rsid w:val="00C628F4"/>
    <w:rsid w:val="00C6466F"/>
    <w:rsid w:val="00C6684D"/>
    <w:rsid w:val="00C66DD1"/>
    <w:rsid w:val="00C670CA"/>
    <w:rsid w:val="00C712AB"/>
    <w:rsid w:val="00C73691"/>
    <w:rsid w:val="00C759C6"/>
    <w:rsid w:val="00C80993"/>
    <w:rsid w:val="00C809B5"/>
    <w:rsid w:val="00C811F9"/>
    <w:rsid w:val="00C831DA"/>
    <w:rsid w:val="00C857B0"/>
    <w:rsid w:val="00C85BC5"/>
    <w:rsid w:val="00C85D66"/>
    <w:rsid w:val="00C86A52"/>
    <w:rsid w:val="00C86A93"/>
    <w:rsid w:val="00C87392"/>
    <w:rsid w:val="00C91AE7"/>
    <w:rsid w:val="00C92188"/>
    <w:rsid w:val="00C946BB"/>
    <w:rsid w:val="00CA010B"/>
    <w:rsid w:val="00CA0563"/>
    <w:rsid w:val="00CA0949"/>
    <w:rsid w:val="00CA27B0"/>
    <w:rsid w:val="00CA345C"/>
    <w:rsid w:val="00CA408F"/>
    <w:rsid w:val="00CA588D"/>
    <w:rsid w:val="00CA6117"/>
    <w:rsid w:val="00CA6352"/>
    <w:rsid w:val="00CA665A"/>
    <w:rsid w:val="00CA714D"/>
    <w:rsid w:val="00CB0915"/>
    <w:rsid w:val="00CB1C77"/>
    <w:rsid w:val="00CB61B1"/>
    <w:rsid w:val="00CB65FB"/>
    <w:rsid w:val="00CB6AC1"/>
    <w:rsid w:val="00CB6E3D"/>
    <w:rsid w:val="00CB7D83"/>
    <w:rsid w:val="00CC0038"/>
    <w:rsid w:val="00CC0C52"/>
    <w:rsid w:val="00CC0CC3"/>
    <w:rsid w:val="00CC18BA"/>
    <w:rsid w:val="00CC3081"/>
    <w:rsid w:val="00CC392B"/>
    <w:rsid w:val="00CC44AD"/>
    <w:rsid w:val="00CC4543"/>
    <w:rsid w:val="00CC5219"/>
    <w:rsid w:val="00CC593A"/>
    <w:rsid w:val="00CC7B73"/>
    <w:rsid w:val="00CD013C"/>
    <w:rsid w:val="00CD07BB"/>
    <w:rsid w:val="00CD2775"/>
    <w:rsid w:val="00CD2D3B"/>
    <w:rsid w:val="00CD30BB"/>
    <w:rsid w:val="00CD5B56"/>
    <w:rsid w:val="00CD612E"/>
    <w:rsid w:val="00CD6661"/>
    <w:rsid w:val="00CD687D"/>
    <w:rsid w:val="00CD6D57"/>
    <w:rsid w:val="00CE15F6"/>
    <w:rsid w:val="00CE1783"/>
    <w:rsid w:val="00CE1907"/>
    <w:rsid w:val="00CE32E2"/>
    <w:rsid w:val="00CE45AF"/>
    <w:rsid w:val="00CE4C5B"/>
    <w:rsid w:val="00CE6AD8"/>
    <w:rsid w:val="00CE735D"/>
    <w:rsid w:val="00CF11E4"/>
    <w:rsid w:val="00CF1300"/>
    <w:rsid w:val="00CF1429"/>
    <w:rsid w:val="00CF1941"/>
    <w:rsid w:val="00CF2228"/>
    <w:rsid w:val="00CF24E1"/>
    <w:rsid w:val="00CF2CA4"/>
    <w:rsid w:val="00CF520A"/>
    <w:rsid w:val="00CF52F3"/>
    <w:rsid w:val="00CF5CD3"/>
    <w:rsid w:val="00CF70AA"/>
    <w:rsid w:val="00D00269"/>
    <w:rsid w:val="00D00549"/>
    <w:rsid w:val="00D00D96"/>
    <w:rsid w:val="00D017E2"/>
    <w:rsid w:val="00D0193F"/>
    <w:rsid w:val="00D01942"/>
    <w:rsid w:val="00D026EE"/>
    <w:rsid w:val="00D02F61"/>
    <w:rsid w:val="00D032FD"/>
    <w:rsid w:val="00D03400"/>
    <w:rsid w:val="00D0426F"/>
    <w:rsid w:val="00D04993"/>
    <w:rsid w:val="00D0606E"/>
    <w:rsid w:val="00D0737D"/>
    <w:rsid w:val="00D1008A"/>
    <w:rsid w:val="00D10810"/>
    <w:rsid w:val="00D136A9"/>
    <w:rsid w:val="00D14B09"/>
    <w:rsid w:val="00D15DA0"/>
    <w:rsid w:val="00D17A7F"/>
    <w:rsid w:val="00D20BCC"/>
    <w:rsid w:val="00D224EB"/>
    <w:rsid w:val="00D22E69"/>
    <w:rsid w:val="00D23282"/>
    <w:rsid w:val="00D23CA1"/>
    <w:rsid w:val="00D25822"/>
    <w:rsid w:val="00D25D5B"/>
    <w:rsid w:val="00D2746C"/>
    <w:rsid w:val="00D27F85"/>
    <w:rsid w:val="00D30302"/>
    <w:rsid w:val="00D31315"/>
    <w:rsid w:val="00D3151D"/>
    <w:rsid w:val="00D31762"/>
    <w:rsid w:val="00D32CF1"/>
    <w:rsid w:val="00D334C5"/>
    <w:rsid w:val="00D34A5B"/>
    <w:rsid w:val="00D34C83"/>
    <w:rsid w:val="00D41BA1"/>
    <w:rsid w:val="00D42598"/>
    <w:rsid w:val="00D44628"/>
    <w:rsid w:val="00D4492E"/>
    <w:rsid w:val="00D461F7"/>
    <w:rsid w:val="00D470EA"/>
    <w:rsid w:val="00D47503"/>
    <w:rsid w:val="00D566D6"/>
    <w:rsid w:val="00D56E61"/>
    <w:rsid w:val="00D5707B"/>
    <w:rsid w:val="00D579EC"/>
    <w:rsid w:val="00D57E1B"/>
    <w:rsid w:val="00D6169C"/>
    <w:rsid w:val="00D6210D"/>
    <w:rsid w:val="00D62E55"/>
    <w:rsid w:val="00D62EF6"/>
    <w:rsid w:val="00D63C38"/>
    <w:rsid w:val="00D642D6"/>
    <w:rsid w:val="00D66396"/>
    <w:rsid w:val="00D6675D"/>
    <w:rsid w:val="00D67746"/>
    <w:rsid w:val="00D70057"/>
    <w:rsid w:val="00D71B90"/>
    <w:rsid w:val="00D71D0B"/>
    <w:rsid w:val="00D722B6"/>
    <w:rsid w:val="00D72304"/>
    <w:rsid w:val="00D7370B"/>
    <w:rsid w:val="00D75C6A"/>
    <w:rsid w:val="00D76355"/>
    <w:rsid w:val="00D76ACC"/>
    <w:rsid w:val="00D80275"/>
    <w:rsid w:val="00D80813"/>
    <w:rsid w:val="00D826E7"/>
    <w:rsid w:val="00D82F30"/>
    <w:rsid w:val="00D84F39"/>
    <w:rsid w:val="00D85A77"/>
    <w:rsid w:val="00D85B95"/>
    <w:rsid w:val="00D917BA"/>
    <w:rsid w:val="00D92C37"/>
    <w:rsid w:val="00D93B59"/>
    <w:rsid w:val="00D941B4"/>
    <w:rsid w:val="00D94F60"/>
    <w:rsid w:val="00D95DF5"/>
    <w:rsid w:val="00DA2CC5"/>
    <w:rsid w:val="00DA350D"/>
    <w:rsid w:val="00DA3FED"/>
    <w:rsid w:val="00DA47A1"/>
    <w:rsid w:val="00DA5FD5"/>
    <w:rsid w:val="00DA7C2E"/>
    <w:rsid w:val="00DB204E"/>
    <w:rsid w:val="00DB2429"/>
    <w:rsid w:val="00DB28B6"/>
    <w:rsid w:val="00DB3693"/>
    <w:rsid w:val="00DB4665"/>
    <w:rsid w:val="00DB51A7"/>
    <w:rsid w:val="00DB56B1"/>
    <w:rsid w:val="00DB5734"/>
    <w:rsid w:val="00DB627B"/>
    <w:rsid w:val="00DB63BD"/>
    <w:rsid w:val="00DB6747"/>
    <w:rsid w:val="00DB6AE3"/>
    <w:rsid w:val="00DB7693"/>
    <w:rsid w:val="00DC091B"/>
    <w:rsid w:val="00DC0D11"/>
    <w:rsid w:val="00DC10AF"/>
    <w:rsid w:val="00DC1540"/>
    <w:rsid w:val="00DC205F"/>
    <w:rsid w:val="00DC25B0"/>
    <w:rsid w:val="00DC344D"/>
    <w:rsid w:val="00DC450C"/>
    <w:rsid w:val="00DC5438"/>
    <w:rsid w:val="00DC5AD5"/>
    <w:rsid w:val="00DC6D30"/>
    <w:rsid w:val="00DC71BD"/>
    <w:rsid w:val="00DC7267"/>
    <w:rsid w:val="00DC751C"/>
    <w:rsid w:val="00DC7FB4"/>
    <w:rsid w:val="00DD0DFF"/>
    <w:rsid w:val="00DD1492"/>
    <w:rsid w:val="00DD20F5"/>
    <w:rsid w:val="00DD2FE6"/>
    <w:rsid w:val="00DD5B72"/>
    <w:rsid w:val="00DD6286"/>
    <w:rsid w:val="00DE0DD5"/>
    <w:rsid w:val="00DE19BE"/>
    <w:rsid w:val="00DE2276"/>
    <w:rsid w:val="00DE35A4"/>
    <w:rsid w:val="00DE60F1"/>
    <w:rsid w:val="00DE75CB"/>
    <w:rsid w:val="00DE7C0B"/>
    <w:rsid w:val="00DE7CFF"/>
    <w:rsid w:val="00DF3C2F"/>
    <w:rsid w:val="00DF59DF"/>
    <w:rsid w:val="00DF6175"/>
    <w:rsid w:val="00DF6268"/>
    <w:rsid w:val="00DF6802"/>
    <w:rsid w:val="00DF6908"/>
    <w:rsid w:val="00E00210"/>
    <w:rsid w:val="00E0113D"/>
    <w:rsid w:val="00E02284"/>
    <w:rsid w:val="00E031F5"/>
    <w:rsid w:val="00E038DA"/>
    <w:rsid w:val="00E04825"/>
    <w:rsid w:val="00E0705D"/>
    <w:rsid w:val="00E07153"/>
    <w:rsid w:val="00E07302"/>
    <w:rsid w:val="00E0768F"/>
    <w:rsid w:val="00E07A43"/>
    <w:rsid w:val="00E10A3C"/>
    <w:rsid w:val="00E11E0E"/>
    <w:rsid w:val="00E12343"/>
    <w:rsid w:val="00E13574"/>
    <w:rsid w:val="00E13FD5"/>
    <w:rsid w:val="00E14943"/>
    <w:rsid w:val="00E15E38"/>
    <w:rsid w:val="00E1611F"/>
    <w:rsid w:val="00E16F08"/>
    <w:rsid w:val="00E175BD"/>
    <w:rsid w:val="00E17C10"/>
    <w:rsid w:val="00E17D7C"/>
    <w:rsid w:val="00E211FD"/>
    <w:rsid w:val="00E22055"/>
    <w:rsid w:val="00E225C8"/>
    <w:rsid w:val="00E2298A"/>
    <w:rsid w:val="00E22C8A"/>
    <w:rsid w:val="00E230E6"/>
    <w:rsid w:val="00E24102"/>
    <w:rsid w:val="00E247F3"/>
    <w:rsid w:val="00E24B1E"/>
    <w:rsid w:val="00E25085"/>
    <w:rsid w:val="00E25435"/>
    <w:rsid w:val="00E275C6"/>
    <w:rsid w:val="00E278FF"/>
    <w:rsid w:val="00E27C72"/>
    <w:rsid w:val="00E300A9"/>
    <w:rsid w:val="00E302C3"/>
    <w:rsid w:val="00E3075E"/>
    <w:rsid w:val="00E355DC"/>
    <w:rsid w:val="00E366BF"/>
    <w:rsid w:val="00E40A7C"/>
    <w:rsid w:val="00E4284B"/>
    <w:rsid w:val="00E4315E"/>
    <w:rsid w:val="00E43721"/>
    <w:rsid w:val="00E45FDF"/>
    <w:rsid w:val="00E506CE"/>
    <w:rsid w:val="00E5181C"/>
    <w:rsid w:val="00E562A1"/>
    <w:rsid w:val="00E56B2C"/>
    <w:rsid w:val="00E66241"/>
    <w:rsid w:val="00E672FF"/>
    <w:rsid w:val="00E67381"/>
    <w:rsid w:val="00E70273"/>
    <w:rsid w:val="00E70940"/>
    <w:rsid w:val="00E71BD9"/>
    <w:rsid w:val="00E71C95"/>
    <w:rsid w:val="00E72F68"/>
    <w:rsid w:val="00E75202"/>
    <w:rsid w:val="00E75732"/>
    <w:rsid w:val="00E75ACF"/>
    <w:rsid w:val="00E75D16"/>
    <w:rsid w:val="00E768FC"/>
    <w:rsid w:val="00E80331"/>
    <w:rsid w:val="00E80DBD"/>
    <w:rsid w:val="00E815DA"/>
    <w:rsid w:val="00E81B82"/>
    <w:rsid w:val="00E8206D"/>
    <w:rsid w:val="00E828F0"/>
    <w:rsid w:val="00E83101"/>
    <w:rsid w:val="00E83880"/>
    <w:rsid w:val="00E85EF7"/>
    <w:rsid w:val="00E86626"/>
    <w:rsid w:val="00E90563"/>
    <w:rsid w:val="00E91617"/>
    <w:rsid w:val="00E93375"/>
    <w:rsid w:val="00E93978"/>
    <w:rsid w:val="00E94BC0"/>
    <w:rsid w:val="00E9610D"/>
    <w:rsid w:val="00EA03CB"/>
    <w:rsid w:val="00EA3F25"/>
    <w:rsid w:val="00EA4836"/>
    <w:rsid w:val="00EA4FD9"/>
    <w:rsid w:val="00EA64B6"/>
    <w:rsid w:val="00EA784F"/>
    <w:rsid w:val="00EB1A9A"/>
    <w:rsid w:val="00EB1E26"/>
    <w:rsid w:val="00EB2072"/>
    <w:rsid w:val="00EB2238"/>
    <w:rsid w:val="00EB2F90"/>
    <w:rsid w:val="00EB3128"/>
    <w:rsid w:val="00EB31BF"/>
    <w:rsid w:val="00EB36B7"/>
    <w:rsid w:val="00EB3B94"/>
    <w:rsid w:val="00EB54DA"/>
    <w:rsid w:val="00EB6520"/>
    <w:rsid w:val="00EB6A6E"/>
    <w:rsid w:val="00EB6FD0"/>
    <w:rsid w:val="00EB711F"/>
    <w:rsid w:val="00EB7B7C"/>
    <w:rsid w:val="00EC1E64"/>
    <w:rsid w:val="00EC22E3"/>
    <w:rsid w:val="00EC2877"/>
    <w:rsid w:val="00EC2CBE"/>
    <w:rsid w:val="00EC2FBC"/>
    <w:rsid w:val="00EC3434"/>
    <w:rsid w:val="00EC47D7"/>
    <w:rsid w:val="00EC4B8A"/>
    <w:rsid w:val="00EC5029"/>
    <w:rsid w:val="00EC6247"/>
    <w:rsid w:val="00EC7086"/>
    <w:rsid w:val="00ED0273"/>
    <w:rsid w:val="00ED4511"/>
    <w:rsid w:val="00ED6E5F"/>
    <w:rsid w:val="00ED7A05"/>
    <w:rsid w:val="00EE0E2B"/>
    <w:rsid w:val="00EE35B0"/>
    <w:rsid w:val="00EF2CB2"/>
    <w:rsid w:val="00EF34BE"/>
    <w:rsid w:val="00EF3F1F"/>
    <w:rsid w:val="00EF59FE"/>
    <w:rsid w:val="00EF5EC4"/>
    <w:rsid w:val="00EF5F95"/>
    <w:rsid w:val="00EF7AEC"/>
    <w:rsid w:val="00F00DC9"/>
    <w:rsid w:val="00F00F00"/>
    <w:rsid w:val="00F01C4B"/>
    <w:rsid w:val="00F02201"/>
    <w:rsid w:val="00F0434B"/>
    <w:rsid w:val="00F04CA3"/>
    <w:rsid w:val="00F04FCC"/>
    <w:rsid w:val="00F06D8B"/>
    <w:rsid w:val="00F06E5D"/>
    <w:rsid w:val="00F07021"/>
    <w:rsid w:val="00F07843"/>
    <w:rsid w:val="00F079A1"/>
    <w:rsid w:val="00F105B8"/>
    <w:rsid w:val="00F10F02"/>
    <w:rsid w:val="00F10FDD"/>
    <w:rsid w:val="00F11A4A"/>
    <w:rsid w:val="00F128F8"/>
    <w:rsid w:val="00F136B8"/>
    <w:rsid w:val="00F13E6B"/>
    <w:rsid w:val="00F1608D"/>
    <w:rsid w:val="00F17406"/>
    <w:rsid w:val="00F2059B"/>
    <w:rsid w:val="00F20789"/>
    <w:rsid w:val="00F21BBD"/>
    <w:rsid w:val="00F22190"/>
    <w:rsid w:val="00F233C6"/>
    <w:rsid w:val="00F269F3"/>
    <w:rsid w:val="00F27E99"/>
    <w:rsid w:val="00F27EA1"/>
    <w:rsid w:val="00F31229"/>
    <w:rsid w:val="00F319AA"/>
    <w:rsid w:val="00F327AA"/>
    <w:rsid w:val="00F32B6C"/>
    <w:rsid w:val="00F32BA6"/>
    <w:rsid w:val="00F34065"/>
    <w:rsid w:val="00F34DD1"/>
    <w:rsid w:val="00F35250"/>
    <w:rsid w:val="00F35A48"/>
    <w:rsid w:val="00F35CBE"/>
    <w:rsid w:val="00F365D9"/>
    <w:rsid w:val="00F3775D"/>
    <w:rsid w:val="00F4139A"/>
    <w:rsid w:val="00F422D4"/>
    <w:rsid w:val="00F43247"/>
    <w:rsid w:val="00F44788"/>
    <w:rsid w:val="00F4636B"/>
    <w:rsid w:val="00F46E3B"/>
    <w:rsid w:val="00F51906"/>
    <w:rsid w:val="00F5417E"/>
    <w:rsid w:val="00F55E1B"/>
    <w:rsid w:val="00F56A88"/>
    <w:rsid w:val="00F56D58"/>
    <w:rsid w:val="00F57FFB"/>
    <w:rsid w:val="00F6124B"/>
    <w:rsid w:val="00F61E3A"/>
    <w:rsid w:val="00F61F48"/>
    <w:rsid w:val="00F623FE"/>
    <w:rsid w:val="00F62B06"/>
    <w:rsid w:val="00F62B46"/>
    <w:rsid w:val="00F6395B"/>
    <w:rsid w:val="00F643FD"/>
    <w:rsid w:val="00F658C3"/>
    <w:rsid w:val="00F666FC"/>
    <w:rsid w:val="00F7123D"/>
    <w:rsid w:val="00F75E1A"/>
    <w:rsid w:val="00F77347"/>
    <w:rsid w:val="00F77E07"/>
    <w:rsid w:val="00F80A04"/>
    <w:rsid w:val="00F817C4"/>
    <w:rsid w:val="00F81CBB"/>
    <w:rsid w:val="00F82AD5"/>
    <w:rsid w:val="00F848B3"/>
    <w:rsid w:val="00F8500F"/>
    <w:rsid w:val="00F85616"/>
    <w:rsid w:val="00F8568D"/>
    <w:rsid w:val="00F85933"/>
    <w:rsid w:val="00F85A96"/>
    <w:rsid w:val="00F86488"/>
    <w:rsid w:val="00F86501"/>
    <w:rsid w:val="00F86616"/>
    <w:rsid w:val="00F87C71"/>
    <w:rsid w:val="00F87F7A"/>
    <w:rsid w:val="00F9046E"/>
    <w:rsid w:val="00F921FD"/>
    <w:rsid w:val="00F9298E"/>
    <w:rsid w:val="00F92FAA"/>
    <w:rsid w:val="00F95558"/>
    <w:rsid w:val="00F9582B"/>
    <w:rsid w:val="00F97936"/>
    <w:rsid w:val="00FA1CB8"/>
    <w:rsid w:val="00FA28E3"/>
    <w:rsid w:val="00FA29B9"/>
    <w:rsid w:val="00FA2BFE"/>
    <w:rsid w:val="00FA2FDE"/>
    <w:rsid w:val="00FA419D"/>
    <w:rsid w:val="00FA5F63"/>
    <w:rsid w:val="00FA7E19"/>
    <w:rsid w:val="00FB139C"/>
    <w:rsid w:val="00FB150F"/>
    <w:rsid w:val="00FB29D2"/>
    <w:rsid w:val="00FB2B44"/>
    <w:rsid w:val="00FB326C"/>
    <w:rsid w:val="00FB5C4B"/>
    <w:rsid w:val="00FB602B"/>
    <w:rsid w:val="00FC1082"/>
    <w:rsid w:val="00FC133B"/>
    <w:rsid w:val="00FC3580"/>
    <w:rsid w:val="00FC572A"/>
    <w:rsid w:val="00FC6D7D"/>
    <w:rsid w:val="00FC7AF0"/>
    <w:rsid w:val="00FD017F"/>
    <w:rsid w:val="00FD048B"/>
    <w:rsid w:val="00FD05B2"/>
    <w:rsid w:val="00FD06FC"/>
    <w:rsid w:val="00FD1175"/>
    <w:rsid w:val="00FD1837"/>
    <w:rsid w:val="00FD3105"/>
    <w:rsid w:val="00FD5214"/>
    <w:rsid w:val="00FD5546"/>
    <w:rsid w:val="00FD5875"/>
    <w:rsid w:val="00FD6CA1"/>
    <w:rsid w:val="00FD71F3"/>
    <w:rsid w:val="00FE1387"/>
    <w:rsid w:val="00FE4A09"/>
    <w:rsid w:val="00FE58F9"/>
    <w:rsid w:val="00FE63DB"/>
    <w:rsid w:val="00FE64AE"/>
    <w:rsid w:val="00FE7210"/>
    <w:rsid w:val="00FE78CE"/>
    <w:rsid w:val="00FE7CBB"/>
    <w:rsid w:val="00FF050C"/>
    <w:rsid w:val="00FF0B2D"/>
    <w:rsid w:val="00FF0DFF"/>
    <w:rsid w:val="00FF1599"/>
    <w:rsid w:val="00FF352A"/>
    <w:rsid w:val="00FF4566"/>
    <w:rsid w:val="00FF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rebuchet MS" w:hAnsi="Trebuchet MS"/>
      <w:sz w:val="20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9F7408"/>
    <w:rPr>
      <w:rFonts w:cs="Times New Roman"/>
      <w:b/>
      <w:bCs/>
    </w:rPr>
  </w:style>
  <w:style w:type="paragraph" w:customStyle="1" w:styleId="Style1">
    <w:name w:val="Style1"/>
    <w:basedOn w:val="Normal"/>
    <w:uiPriority w:val="99"/>
    <w:rsid w:val="009F7408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9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92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22039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22037">
                          <w:marLeft w:val="16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2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92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</Words>
  <Characters>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GRAPHICS</dc:title>
  <dc:subject/>
  <dc:creator/>
  <cp:keywords/>
  <dc:description/>
  <cp:lastModifiedBy/>
  <cp:revision>2</cp:revision>
  <dcterms:created xsi:type="dcterms:W3CDTF">2010-10-16T12:16:00Z</dcterms:created>
  <dcterms:modified xsi:type="dcterms:W3CDTF">2010-10-16T12:16:00Z</dcterms:modified>
</cp:coreProperties>
</file>